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962C9E" w14:textId="77777777" w:rsidR="005E5DDA" w:rsidRPr="009D16CB" w:rsidRDefault="005E5DDA">
      <w:pPr>
        <w:pStyle w:val="BodyText"/>
        <w:ind w:left="0"/>
        <w:rPr>
          <w:sz w:val="20"/>
        </w:rPr>
      </w:pPr>
    </w:p>
    <w:p w14:paraId="533A69FC" w14:textId="77777777" w:rsidR="005E5DDA" w:rsidRPr="009D16CB" w:rsidRDefault="005E5DDA">
      <w:pPr>
        <w:pStyle w:val="BodyText"/>
        <w:ind w:left="0"/>
        <w:rPr>
          <w:sz w:val="20"/>
        </w:rPr>
      </w:pPr>
    </w:p>
    <w:p w14:paraId="0300D86B" w14:textId="5BD205A5" w:rsidR="005E5DDA" w:rsidRPr="009D16CB" w:rsidRDefault="002B308B" w:rsidP="00A80409">
      <w:pPr>
        <w:pStyle w:val="BodyText"/>
        <w:ind w:left="0"/>
        <w:rPr>
          <w:sz w:val="20"/>
        </w:rPr>
        <w:sectPr w:rsidR="005E5DDA" w:rsidRPr="009D16CB">
          <w:footerReference w:type="default" r:id="rId7"/>
          <w:type w:val="continuous"/>
          <w:pgSz w:w="11900" w:h="16840"/>
          <w:pgMar w:top="0" w:right="740" w:bottom="1000" w:left="620" w:header="720" w:footer="813" w:gutter="0"/>
          <w:pgNumType w:start="1"/>
          <w:cols w:space="720"/>
        </w:sectPr>
      </w:pPr>
      <w:r>
        <w:rPr>
          <w:noProof/>
        </w:rPr>
        <w:drawing>
          <wp:anchor distT="0" distB="0" distL="114300" distR="114300" simplePos="0" relativeHeight="251658240" behindDoc="0" locked="0" layoutInCell="1" allowOverlap="1" wp14:anchorId="720C45C4" wp14:editId="112F3A08">
            <wp:simplePos x="0" y="0"/>
            <wp:positionH relativeFrom="margin">
              <wp:posOffset>5267325</wp:posOffset>
            </wp:positionH>
            <wp:positionV relativeFrom="margin">
              <wp:posOffset>488315</wp:posOffset>
            </wp:positionV>
            <wp:extent cx="1894840" cy="603250"/>
            <wp:effectExtent l="0" t="0" r="0" b="0"/>
            <wp:wrapSquare wrapText="bothSides"/>
            <wp:docPr id="5" name="Picture 5" descr="Graphical user interfac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raphical user interface,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94840" cy="603250"/>
                    </a:xfrm>
                    <a:prstGeom prst="rect">
                      <a:avLst/>
                    </a:prstGeom>
                    <a:noFill/>
                  </pic:spPr>
                </pic:pic>
              </a:graphicData>
            </a:graphic>
            <wp14:sizeRelH relativeFrom="page">
              <wp14:pctWidth>0</wp14:pctWidth>
            </wp14:sizeRelH>
            <wp14:sizeRelV relativeFrom="page">
              <wp14:pctHeight>0</wp14:pctHeight>
            </wp14:sizeRelV>
          </wp:anchor>
        </w:drawing>
      </w:r>
    </w:p>
    <w:p w14:paraId="527B3B9D" w14:textId="143CF6D3" w:rsidR="005E5DDA" w:rsidRPr="007E2067" w:rsidRDefault="002B308B" w:rsidP="00A80409">
      <w:pPr>
        <w:pStyle w:val="Title"/>
        <w:ind w:left="0" w:firstLine="113"/>
        <w:rPr>
          <w:rFonts w:ascii="Verdana" w:hAnsi="Verdana"/>
        </w:rPr>
      </w:pPr>
      <w:r>
        <w:rPr>
          <w:rFonts w:ascii="Verdana" w:hAnsi="Verdana"/>
          <w:noProof/>
        </w:rPr>
        <mc:AlternateContent>
          <mc:Choice Requires="wps">
            <w:drawing>
              <wp:anchor distT="0" distB="0" distL="114300" distR="114300" simplePos="0" relativeHeight="251657216" behindDoc="0" locked="0" layoutInCell="1" allowOverlap="1" wp14:anchorId="5BDD7307" wp14:editId="33C68603">
                <wp:simplePos x="0" y="0"/>
                <wp:positionH relativeFrom="page">
                  <wp:posOffset>5037455</wp:posOffset>
                </wp:positionH>
                <wp:positionV relativeFrom="page">
                  <wp:posOffset>0</wp:posOffset>
                </wp:positionV>
                <wp:extent cx="6350" cy="10693400"/>
                <wp:effectExtent l="0" t="0" r="0" b="0"/>
                <wp:wrapNone/>
                <wp:docPr id="3"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0" cy="10693400"/>
                        </a:xfrm>
                        <a:custGeom>
                          <a:avLst/>
                          <a:gdLst>
                            <a:gd name="T0" fmla="+- 0 7943 7933"/>
                            <a:gd name="T1" fmla="*/ T0 w 10"/>
                            <a:gd name="T2" fmla="*/ 0 h 16840"/>
                            <a:gd name="T3" fmla="+- 0 7933 7933"/>
                            <a:gd name="T4" fmla="*/ T3 w 10"/>
                            <a:gd name="T5" fmla="*/ 0 h 16840"/>
                            <a:gd name="T6" fmla="+- 0 7933 7933"/>
                            <a:gd name="T7" fmla="*/ T6 w 10"/>
                            <a:gd name="T8" fmla="*/ 16829 h 16840"/>
                            <a:gd name="T9" fmla="+- 0 7933 7933"/>
                            <a:gd name="T10" fmla="*/ T9 w 10"/>
                            <a:gd name="T11" fmla="*/ 16840 h 16840"/>
                            <a:gd name="T12" fmla="+- 0 7943 7933"/>
                            <a:gd name="T13" fmla="*/ T12 w 10"/>
                            <a:gd name="T14" fmla="*/ 16840 h 16840"/>
                            <a:gd name="T15" fmla="+- 0 7943 7933"/>
                            <a:gd name="T16" fmla="*/ T15 w 10"/>
                            <a:gd name="T17" fmla="*/ 16829 h 16840"/>
                            <a:gd name="T18" fmla="+- 0 7943 7933"/>
                            <a:gd name="T19" fmla="*/ T18 w 10"/>
                            <a:gd name="T20" fmla="*/ 0 h 16840"/>
                          </a:gdLst>
                          <a:ahLst/>
                          <a:cxnLst>
                            <a:cxn ang="0">
                              <a:pos x="T1" y="T2"/>
                            </a:cxn>
                            <a:cxn ang="0">
                              <a:pos x="T4" y="T5"/>
                            </a:cxn>
                            <a:cxn ang="0">
                              <a:pos x="T7" y="T8"/>
                            </a:cxn>
                            <a:cxn ang="0">
                              <a:pos x="T10" y="T11"/>
                            </a:cxn>
                            <a:cxn ang="0">
                              <a:pos x="T13" y="T14"/>
                            </a:cxn>
                            <a:cxn ang="0">
                              <a:pos x="T16" y="T17"/>
                            </a:cxn>
                            <a:cxn ang="0">
                              <a:pos x="T19" y="T20"/>
                            </a:cxn>
                          </a:cxnLst>
                          <a:rect l="0" t="0" r="r" b="b"/>
                          <a:pathLst>
                            <a:path w="10" h="16840">
                              <a:moveTo>
                                <a:pt x="10" y="0"/>
                              </a:moveTo>
                              <a:lnTo>
                                <a:pt x="0" y="0"/>
                              </a:lnTo>
                              <a:lnTo>
                                <a:pt x="0" y="16829"/>
                              </a:lnTo>
                              <a:lnTo>
                                <a:pt x="0" y="16840"/>
                              </a:lnTo>
                              <a:lnTo>
                                <a:pt x="10" y="16840"/>
                              </a:lnTo>
                              <a:lnTo>
                                <a:pt x="10" y="16829"/>
                              </a:lnTo>
                              <a:lnTo>
                                <a:pt x="10" y="0"/>
                              </a:lnTo>
                              <a:close/>
                            </a:path>
                          </a:pathLst>
                        </a:custGeom>
                        <a:solidFill>
                          <a:srgbClr val="CCCCC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0DE25525" id="Freeform 4" o:spid="_x0000_s1026" style="position:absolute;margin-left:396.65pt;margin-top:0;width:.5pt;height:84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16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" path="m10,l,,,16829r,11l10,16840r,-11l10,xe" fillcolor="#ccc" stroked="f">
                <v:path arrowok="t" o:connecttype="custom" o:connectlocs="6350,0;0,0;0,10686415;0,10693400;6350,10693400;6350,10686415;6350,0" o:connectangles="0,0,0,0,0,0,0"/>
                <w10:wrap anchorx="page" anchory="page"/>
              </v:shape>
            </w:pict>
          </mc:Fallback>
        </mc:AlternateContent>
      </w:r>
      <w:r w:rsidR="002008E6">
        <w:rPr>
          <w:rFonts w:ascii="Verdana" w:hAnsi="Verdana"/>
          <w:noProof/>
        </w:rPr>
        <w:t>Gopi.G</w:t>
      </w:r>
    </w:p>
    <w:p w14:paraId="5CAADF76" w14:textId="7B8931F8" w:rsidR="005E5DDA" w:rsidRPr="009D16CB" w:rsidRDefault="00464CDF">
      <w:pPr>
        <w:spacing w:before="50"/>
        <w:ind w:left="113"/>
        <w:rPr>
          <w:sz w:val="23"/>
        </w:rPr>
      </w:pPr>
      <w:r w:rsidRPr="009D16CB">
        <w:rPr>
          <w:sz w:val="23"/>
        </w:rPr>
        <w:t>M</w:t>
      </w:r>
      <w:r w:rsidR="00BF6F2A">
        <w:rPr>
          <w:sz w:val="23"/>
        </w:rPr>
        <w:t>uleSoft</w:t>
      </w:r>
      <w:r w:rsidRPr="009D16CB">
        <w:rPr>
          <w:sz w:val="23"/>
        </w:rPr>
        <w:t xml:space="preserve"> D</w:t>
      </w:r>
      <w:r w:rsidR="00BF6F2A">
        <w:rPr>
          <w:sz w:val="23"/>
        </w:rPr>
        <w:t>eveloper</w:t>
      </w:r>
    </w:p>
    <w:p w14:paraId="224B9227" w14:textId="77777777" w:rsidR="005E5DDA" w:rsidRPr="009D16CB" w:rsidRDefault="005E5DDA">
      <w:pPr>
        <w:pStyle w:val="BodyText"/>
        <w:ind w:left="0"/>
        <w:rPr>
          <w:sz w:val="26"/>
        </w:rPr>
      </w:pPr>
    </w:p>
    <w:p w14:paraId="4832A54E" w14:textId="77777777" w:rsidR="005E5DDA" w:rsidRPr="009D16CB" w:rsidRDefault="005E5DDA">
      <w:pPr>
        <w:pStyle w:val="BodyText"/>
        <w:spacing w:before="4"/>
        <w:ind w:left="0"/>
        <w:rPr>
          <w:sz w:val="23"/>
        </w:rPr>
      </w:pPr>
    </w:p>
    <w:p w14:paraId="59FC7195" w14:textId="59C1A64B" w:rsidR="005E5DDA" w:rsidRPr="00D54899" w:rsidRDefault="00E425B7">
      <w:pPr>
        <w:pStyle w:val="Heading1"/>
        <w:rPr>
          <w:rFonts w:ascii="Verdana" w:hAnsi="Verdana"/>
          <w:u w:val="single"/>
        </w:rPr>
      </w:pPr>
      <w:r w:rsidRPr="00D54899">
        <w:rPr>
          <w:rFonts w:ascii="Verdana" w:hAnsi="Verdana"/>
          <w:color w:val="0C2C68"/>
          <w:u w:val="single"/>
        </w:rPr>
        <w:t>Professional Summary</w:t>
      </w:r>
    </w:p>
    <w:p w14:paraId="449E4F93" w14:textId="3B4922B3" w:rsidR="005E5DDA" w:rsidRPr="005E4FFD" w:rsidRDefault="005E4FFD">
      <w:pPr>
        <w:pStyle w:val="BodyText"/>
        <w:spacing w:before="3"/>
        <w:ind w:left="0"/>
        <w:rPr>
          <w:b/>
          <w:sz w:val="22"/>
          <w:szCs w:val="22"/>
        </w:rPr>
      </w:pPr>
      <w:r>
        <w:rPr>
          <w:b/>
          <w:sz w:val="22"/>
          <w:szCs w:val="22"/>
        </w:rPr>
        <w:t xml:space="preserve">  </w:t>
      </w:r>
      <w:r w:rsidRPr="005E4FFD">
        <w:rPr>
          <w:sz w:val="22"/>
          <w:szCs w:val="22"/>
        </w:rPr>
        <w:t xml:space="preserve">• </w:t>
      </w:r>
      <w:r w:rsidR="00EF6216">
        <w:rPr>
          <w:sz w:val="22"/>
          <w:szCs w:val="22"/>
        </w:rPr>
        <w:t>Having</w:t>
      </w:r>
      <w:r w:rsidRPr="005E4FFD">
        <w:rPr>
          <w:sz w:val="22"/>
          <w:szCs w:val="22"/>
        </w:rPr>
        <w:t xml:space="preserve"> </w:t>
      </w:r>
      <w:r w:rsidR="002805FC">
        <w:rPr>
          <w:sz w:val="22"/>
          <w:szCs w:val="22"/>
        </w:rPr>
        <w:t>4</w:t>
      </w:r>
      <w:r w:rsidR="008143D1">
        <w:rPr>
          <w:sz w:val="22"/>
          <w:szCs w:val="22"/>
        </w:rPr>
        <w:t xml:space="preserve"> +</w:t>
      </w:r>
      <w:r w:rsidRPr="005E4FFD">
        <w:rPr>
          <w:sz w:val="22"/>
          <w:szCs w:val="22"/>
        </w:rPr>
        <w:t xml:space="preserve"> years of experience </w:t>
      </w:r>
      <w:r w:rsidR="0000743C">
        <w:rPr>
          <w:sz w:val="22"/>
          <w:szCs w:val="22"/>
        </w:rPr>
        <w:t>3</w:t>
      </w:r>
      <w:r w:rsidRPr="005E4FFD">
        <w:rPr>
          <w:sz w:val="22"/>
          <w:szCs w:val="22"/>
        </w:rPr>
        <w:t xml:space="preserve"> years into mule and </w:t>
      </w:r>
      <w:r w:rsidR="003F108E">
        <w:rPr>
          <w:sz w:val="22"/>
          <w:szCs w:val="22"/>
        </w:rPr>
        <w:t>1 year</w:t>
      </w:r>
      <w:r w:rsidRPr="005E4FFD">
        <w:rPr>
          <w:sz w:val="22"/>
          <w:szCs w:val="22"/>
        </w:rPr>
        <w:t xml:space="preserve"> </w:t>
      </w:r>
      <w:r w:rsidR="007F030A">
        <w:rPr>
          <w:sz w:val="22"/>
          <w:szCs w:val="22"/>
        </w:rPr>
        <w:t>as</w:t>
      </w:r>
      <w:r w:rsidRPr="005E4FFD">
        <w:rPr>
          <w:sz w:val="22"/>
          <w:szCs w:val="22"/>
        </w:rPr>
        <w:t xml:space="preserve"> </w:t>
      </w:r>
      <w:r w:rsidR="007F030A">
        <w:rPr>
          <w:sz w:val="22"/>
          <w:szCs w:val="22"/>
        </w:rPr>
        <w:t>Java Developer</w:t>
      </w:r>
    </w:p>
    <w:p w14:paraId="796F0205" w14:textId="7D35EBE8" w:rsidR="001E0015" w:rsidRPr="003B71AA" w:rsidRDefault="001E0015" w:rsidP="001E0015">
      <w:pPr>
        <w:spacing w:before="50"/>
        <w:ind w:left="113"/>
      </w:pPr>
      <w:r w:rsidRPr="003B71AA">
        <w:t xml:space="preserve">• </w:t>
      </w:r>
      <w:r w:rsidR="0000743C">
        <w:t>3</w:t>
      </w:r>
      <w:r w:rsidRPr="003B71AA">
        <w:t xml:space="preserve">+ years of experience Mule ESB </w:t>
      </w:r>
    </w:p>
    <w:p w14:paraId="32AD8542" w14:textId="5961E968" w:rsidR="001E0015" w:rsidRPr="003B71AA" w:rsidRDefault="001E0015" w:rsidP="001E0015">
      <w:pPr>
        <w:spacing w:before="50"/>
        <w:ind w:left="113"/>
      </w:pPr>
      <w:r w:rsidRPr="003B71AA">
        <w:t xml:space="preserve">• MuleSoft Certified Developer </w:t>
      </w:r>
    </w:p>
    <w:p w14:paraId="45DE102A" w14:textId="132594DA" w:rsidR="001E0015" w:rsidRPr="003B71AA" w:rsidRDefault="001E0015" w:rsidP="001E0015">
      <w:pPr>
        <w:spacing w:before="50"/>
        <w:ind w:left="113"/>
      </w:pPr>
      <w:r w:rsidRPr="003B71AA">
        <w:t xml:space="preserve">• </w:t>
      </w:r>
      <w:r w:rsidR="00924A12">
        <w:t>Having</w:t>
      </w:r>
      <w:r w:rsidRPr="003B71AA">
        <w:t xml:space="preserve"> Experience in Any point platform (Design Center, Runtime Manager, API Manger etc.)</w:t>
      </w:r>
    </w:p>
    <w:p w14:paraId="731EF744" w14:textId="20E0B602" w:rsidR="001E0015" w:rsidRPr="003B71AA" w:rsidRDefault="001E0015" w:rsidP="001E0015">
      <w:pPr>
        <w:spacing w:before="50"/>
        <w:ind w:left="113"/>
      </w:pPr>
      <w:r w:rsidRPr="003B71AA">
        <w:t>• Experience in designing and developing RAML based APIs using Any point API Platform and Any point Studio</w:t>
      </w:r>
    </w:p>
    <w:p w14:paraId="0600EE02" w14:textId="0C80B01A" w:rsidR="001E0015" w:rsidRPr="003B71AA" w:rsidRDefault="001E0015" w:rsidP="001E0015">
      <w:pPr>
        <w:spacing w:before="50"/>
        <w:ind w:left="113"/>
      </w:pPr>
      <w:r w:rsidRPr="003B71AA">
        <w:t>• Ability to manage tasks independently and take ownership of responsibilities</w:t>
      </w:r>
      <w:r w:rsidR="00F62393">
        <w:t>.</w:t>
      </w:r>
    </w:p>
    <w:p w14:paraId="6CB77168" w14:textId="152CC3C0" w:rsidR="001E0015" w:rsidRPr="003B71AA" w:rsidRDefault="001E0015" w:rsidP="001E0015">
      <w:pPr>
        <w:spacing w:before="50"/>
        <w:ind w:left="113"/>
      </w:pPr>
      <w:r w:rsidRPr="003B71AA">
        <w:t xml:space="preserve">• Experience in building complex Mule Flows, </w:t>
      </w:r>
      <w:r w:rsidR="000C0DFD">
        <w:t>Scopes</w:t>
      </w:r>
      <w:r w:rsidRPr="003B71AA">
        <w:t>, Error Handling strategies, Transformations</w:t>
      </w:r>
    </w:p>
    <w:p w14:paraId="548682D7" w14:textId="47C53866" w:rsidR="001E0015" w:rsidRPr="003B71AA" w:rsidRDefault="001E0015" w:rsidP="001E0015">
      <w:pPr>
        <w:spacing w:before="50"/>
        <w:ind w:left="113"/>
      </w:pPr>
      <w:r w:rsidRPr="003B71AA">
        <w:t xml:space="preserve">• </w:t>
      </w:r>
      <w:r w:rsidR="00525D8D" w:rsidRPr="003B71AA">
        <w:t>Experience using GitHub as a source control repository</w:t>
      </w:r>
    </w:p>
    <w:p w14:paraId="475646D9" w14:textId="408014E0" w:rsidR="001E0015" w:rsidRPr="003B71AA" w:rsidRDefault="001E0015" w:rsidP="001E0015">
      <w:pPr>
        <w:spacing w:before="50"/>
        <w:ind w:left="113"/>
      </w:pPr>
      <w:r w:rsidRPr="003B71AA">
        <w:t>• Involved in API Led Connectivity Methodology</w:t>
      </w:r>
    </w:p>
    <w:p w14:paraId="53E8DD61" w14:textId="77912135" w:rsidR="001E0015" w:rsidRPr="003B71AA" w:rsidRDefault="001E0015" w:rsidP="001E0015">
      <w:pPr>
        <w:spacing w:before="50"/>
        <w:ind w:left="113"/>
      </w:pPr>
      <w:r w:rsidRPr="003B71AA">
        <w:t>• Perform unit testing through M</w:t>
      </w:r>
      <w:r w:rsidR="000C0DFD">
        <w:t>-</w:t>
      </w:r>
      <w:r w:rsidRPr="003B71AA">
        <w:t>Unit test cases for mule flows</w:t>
      </w:r>
      <w:r w:rsidR="005635DF">
        <w:t>.</w:t>
      </w:r>
    </w:p>
    <w:p w14:paraId="103867DC" w14:textId="56882836" w:rsidR="001C4161" w:rsidRDefault="003B71AA" w:rsidP="003B71AA">
      <w:pPr>
        <w:spacing w:before="50"/>
        <w:ind w:left="113"/>
      </w:pPr>
      <w:r w:rsidRPr="003B71AA">
        <w:t>• Good Experience in transformation using</w:t>
      </w:r>
      <w:r w:rsidR="00B31466">
        <w:t xml:space="preserve"> - </w:t>
      </w:r>
      <w:r w:rsidR="00B31466" w:rsidRPr="003B71AA">
        <w:t>(DWL)</w:t>
      </w:r>
      <w:r w:rsidRPr="003B71AA">
        <w:t xml:space="preserve"> </w:t>
      </w:r>
    </w:p>
    <w:p w14:paraId="78DD6745" w14:textId="7C17D4EE" w:rsidR="003B71AA" w:rsidRPr="003B71AA" w:rsidRDefault="009948F6" w:rsidP="003B71AA">
      <w:pPr>
        <w:spacing w:before="50"/>
        <w:ind w:left="113"/>
      </w:pPr>
      <w:r>
        <w:t xml:space="preserve">  </w:t>
      </w:r>
      <w:r w:rsidR="001C4161" w:rsidRPr="003B71AA">
        <w:t>Data</w:t>
      </w:r>
      <w:r w:rsidR="00A827B8">
        <w:t>-</w:t>
      </w:r>
      <w:r w:rsidR="00B86B8C">
        <w:t>W</w:t>
      </w:r>
      <w:r w:rsidR="001C4161" w:rsidRPr="003B71AA">
        <w:t>eave</w:t>
      </w:r>
      <w:r w:rsidR="003B71AA" w:rsidRPr="003B71AA">
        <w:t xml:space="preserve"> Language </w:t>
      </w:r>
    </w:p>
    <w:p w14:paraId="7E99C8AE" w14:textId="648566A6" w:rsidR="00525D8D" w:rsidRPr="003B71AA" w:rsidRDefault="001E0015" w:rsidP="00525D8D">
      <w:pPr>
        <w:spacing w:before="50"/>
        <w:ind w:left="113"/>
      </w:pPr>
      <w:r w:rsidRPr="003B71AA">
        <w:t xml:space="preserve">• Hands on experience with testing &amp; Security of Mule ESB </w:t>
      </w:r>
      <w:r w:rsidR="009948F6">
        <w:t xml:space="preserve">              </w:t>
      </w:r>
      <w:r w:rsidRPr="003B71AA">
        <w:t>endpoint through OAuth and ClientID Enforcement</w:t>
      </w:r>
    </w:p>
    <w:p w14:paraId="4681023E" w14:textId="66FD066C" w:rsidR="00525D8D" w:rsidRPr="003B71AA" w:rsidRDefault="00525D8D" w:rsidP="00525D8D">
      <w:pPr>
        <w:spacing w:before="50"/>
        <w:ind w:left="113"/>
      </w:pPr>
      <w:r w:rsidRPr="003B71AA">
        <w:t xml:space="preserve">• Deployed Applications in Cloud Hub &amp; </w:t>
      </w:r>
      <w:r w:rsidR="003444EF">
        <w:t>O</w:t>
      </w:r>
      <w:r w:rsidR="003444EF" w:rsidRPr="003B71AA">
        <w:t>n-Premise</w:t>
      </w:r>
      <w:r w:rsidR="0082560C">
        <w:t>.</w:t>
      </w:r>
      <w:r w:rsidR="009948F6">
        <w:t xml:space="preserve">  </w:t>
      </w:r>
    </w:p>
    <w:p w14:paraId="511F851C" w14:textId="77777777" w:rsidR="00687126" w:rsidRDefault="00687126" w:rsidP="00A80409">
      <w:pPr>
        <w:pStyle w:val="Heading1"/>
        <w:rPr>
          <w:rFonts w:ascii="Verdana" w:hAnsi="Verdana"/>
          <w:color w:val="0C2C68"/>
          <w:u w:val="single"/>
        </w:rPr>
      </w:pPr>
    </w:p>
    <w:p w14:paraId="199734A7" w14:textId="0516A75E" w:rsidR="005E5DDA" w:rsidRPr="00CB5811" w:rsidRDefault="00CB5811" w:rsidP="00A80409">
      <w:pPr>
        <w:pStyle w:val="Heading1"/>
        <w:rPr>
          <w:rFonts w:ascii="Verdana" w:hAnsi="Verdana"/>
          <w:color w:val="0C2C68"/>
          <w:u w:val="single"/>
        </w:rPr>
      </w:pPr>
      <w:r w:rsidRPr="00CB5811">
        <w:rPr>
          <w:rFonts w:ascii="Verdana" w:hAnsi="Verdana"/>
          <w:color w:val="0C2C68"/>
          <w:u w:val="single"/>
        </w:rPr>
        <w:t>EDUCATION</w:t>
      </w:r>
    </w:p>
    <w:p w14:paraId="58CBB18D" w14:textId="1DB4C1D1" w:rsidR="005E5DDA" w:rsidRPr="009D16CB" w:rsidRDefault="00E50EF5">
      <w:pPr>
        <w:pStyle w:val="Heading3"/>
        <w:spacing w:before="134"/>
        <w:rPr>
          <w:rFonts w:ascii="Verdana" w:hAnsi="Verdana"/>
        </w:rPr>
      </w:pPr>
      <w:r>
        <w:rPr>
          <w:rFonts w:ascii="Verdana" w:hAnsi="Verdana"/>
        </w:rPr>
        <w:t xml:space="preserve">B.E (Electronics </w:t>
      </w:r>
      <w:r w:rsidR="00BF1417">
        <w:rPr>
          <w:rFonts w:ascii="Verdana" w:hAnsi="Verdana"/>
        </w:rPr>
        <w:t>Engineering)</w:t>
      </w:r>
      <w:r w:rsidR="005E4FFD">
        <w:rPr>
          <w:rFonts w:ascii="Verdana" w:hAnsi="Verdana"/>
        </w:rPr>
        <w:t xml:space="preserve"> 201</w:t>
      </w:r>
      <w:r w:rsidR="007F030A">
        <w:rPr>
          <w:rFonts w:ascii="Verdana" w:hAnsi="Verdana"/>
        </w:rPr>
        <w:t>8</w:t>
      </w:r>
      <w:r w:rsidR="005E4FFD">
        <w:rPr>
          <w:rFonts w:ascii="Verdana" w:hAnsi="Verdana"/>
        </w:rPr>
        <w:t xml:space="preserve">, </w:t>
      </w:r>
      <w:r w:rsidR="00002BA3">
        <w:rPr>
          <w:rFonts w:ascii="Verdana" w:hAnsi="Verdana"/>
        </w:rPr>
        <w:t xml:space="preserve">affiliated to </w:t>
      </w:r>
      <w:r w:rsidR="00A827B8">
        <w:rPr>
          <w:rFonts w:ascii="Verdana" w:hAnsi="Verdana"/>
        </w:rPr>
        <w:t>J</w:t>
      </w:r>
      <w:r w:rsidR="0033058D">
        <w:rPr>
          <w:rFonts w:ascii="Verdana" w:hAnsi="Verdana"/>
        </w:rPr>
        <w:t>NTU</w:t>
      </w:r>
      <w:r w:rsidR="003B71AA">
        <w:rPr>
          <w:rFonts w:ascii="Verdana" w:hAnsi="Verdana"/>
        </w:rPr>
        <w:t xml:space="preserve"> University</w:t>
      </w:r>
      <w:r w:rsidR="00464CDF" w:rsidRPr="009D16CB">
        <w:rPr>
          <w:rFonts w:ascii="Verdana" w:hAnsi="Verdana"/>
        </w:rPr>
        <w:t xml:space="preserve"> </w:t>
      </w:r>
    </w:p>
    <w:p w14:paraId="294D2A9C" w14:textId="77777777" w:rsidR="009353F5" w:rsidRDefault="009353F5">
      <w:pPr>
        <w:pStyle w:val="Heading1"/>
        <w:rPr>
          <w:rFonts w:ascii="Verdana" w:hAnsi="Verdana"/>
          <w:color w:val="0C2C68"/>
        </w:rPr>
      </w:pPr>
    </w:p>
    <w:p w14:paraId="10685ED8" w14:textId="1DA65F60" w:rsidR="005E5DDA" w:rsidRPr="00CB5811" w:rsidRDefault="00CB5811">
      <w:pPr>
        <w:pStyle w:val="Heading1"/>
        <w:rPr>
          <w:rFonts w:ascii="Verdana" w:hAnsi="Verdana"/>
          <w:color w:val="0C2C68"/>
          <w:u w:val="single"/>
        </w:rPr>
      </w:pPr>
      <w:r w:rsidRPr="00CB5811">
        <w:rPr>
          <w:rFonts w:ascii="Verdana" w:hAnsi="Verdana"/>
          <w:color w:val="0C2C68"/>
          <w:u w:val="single"/>
        </w:rPr>
        <w:t>EXPERIENCE</w:t>
      </w:r>
    </w:p>
    <w:p w14:paraId="0F0B327A" w14:textId="7413B97F" w:rsidR="005E5DDA" w:rsidRPr="00F33BD7" w:rsidRDefault="00CF7DD3">
      <w:pPr>
        <w:pStyle w:val="Heading3"/>
        <w:spacing w:before="144"/>
        <w:rPr>
          <w:rFonts w:ascii="Verdana" w:hAnsi="Verdana"/>
        </w:rPr>
      </w:pPr>
      <w:r>
        <w:rPr>
          <w:rFonts w:ascii="Verdana" w:hAnsi="Verdana"/>
        </w:rPr>
        <w:t xml:space="preserve"> Software </w:t>
      </w:r>
      <w:r w:rsidR="00464CDF" w:rsidRPr="00F33BD7">
        <w:rPr>
          <w:rFonts w:ascii="Verdana" w:hAnsi="Verdana"/>
        </w:rPr>
        <w:t xml:space="preserve">Engineer </w:t>
      </w:r>
      <w:r w:rsidR="00A827B8">
        <w:rPr>
          <w:rFonts w:ascii="Verdana" w:hAnsi="Verdana"/>
        </w:rPr>
        <w:t>–</w:t>
      </w:r>
      <w:r w:rsidR="00464CDF" w:rsidRPr="00F33BD7">
        <w:rPr>
          <w:rFonts w:ascii="Verdana" w:hAnsi="Verdana"/>
        </w:rPr>
        <w:t xml:space="preserve"> </w:t>
      </w:r>
      <w:r w:rsidR="008143D1">
        <w:rPr>
          <w:rFonts w:ascii="Verdana" w:hAnsi="Verdana"/>
        </w:rPr>
        <w:t xml:space="preserve">Kesh </w:t>
      </w:r>
      <w:r w:rsidR="00630B7B">
        <w:rPr>
          <w:rFonts w:ascii="Verdana" w:hAnsi="Verdana"/>
        </w:rPr>
        <w:t xml:space="preserve">Staffing </w:t>
      </w:r>
      <w:r w:rsidR="00A827B8">
        <w:rPr>
          <w:rFonts w:ascii="Verdana" w:hAnsi="Verdana"/>
        </w:rPr>
        <w:t xml:space="preserve">Pvt </w:t>
      </w:r>
      <w:r>
        <w:rPr>
          <w:rFonts w:ascii="Verdana" w:hAnsi="Verdana"/>
        </w:rPr>
        <w:t>Ltd</w:t>
      </w:r>
      <w:r w:rsidRPr="00F33BD7">
        <w:rPr>
          <w:rFonts w:ascii="Verdana" w:hAnsi="Verdana"/>
        </w:rPr>
        <w:t xml:space="preserve">, </w:t>
      </w:r>
      <w:r>
        <w:rPr>
          <w:rFonts w:ascii="Verdana" w:hAnsi="Verdana"/>
        </w:rPr>
        <w:t>Hyderabad</w:t>
      </w:r>
    </w:p>
    <w:p w14:paraId="3B9C3A07" w14:textId="2E53A6AE" w:rsidR="005E5DDA" w:rsidRPr="00564506" w:rsidRDefault="00533878" w:rsidP="00F33BD7">
      <w:pPr>
        <w:pStyle w:val="Heading2"/>
        <w:rPr>
          <w:rFonts w:ascii="Verdana" w:hAnsi="Verdana"/>
          <w:b w:val="0"/>
          <w:bCs w:val="0"/>
          <w:sz w:val="21"/>
          <w:szCs w:val="21"/>
        </w:rPr>
      </w:pPr>
      <w:r>
        <w:rPr>
          <w:rFonts w:ascii="Verdana" w:hAnsi="Verdana"/>
          <w:b w:val="0"/>
          <w:bCs w:val="0"/>
          <w:sz w:val="21"/>
          <w:szCs w:val="21"/>
        </w:rPr>
        <w:t>[</w:t>
      </w:r>
      <w:r w:rsidR="008143D1">
        <w:rPr>
          <w:rFonts w:ascii="Verdana" w:hAnsi="Verdana"/>
          <w:b w:val="0"/>
          <w:bCs w:val="0"/>
          <w:sz w:val="21"/>
          <w:szCs w:val="21"/>
        </w:rPr>
        <w:t xml:space="preserve"> March</w:t>
      </w:r>
      <w:r w:rsidR="00A827B8">
        <w:rPr>
          <w:rFonts w:ascii="Verdana" w:hAnsi="Verdana"/>
          <w:b w:val="0"/>
          <w:bCs w:val="0"/>
          <w:sz w:val="21"/>
          <w:szCs w:val="21"/>
        </w:rPr>
        <w:t xml:space="preserve"> 202</w:t>
      </w:r>
      <w:r w:rsidR="005842B7">
        <w:rPr>
          <w:rFonts w:ascii="Verdana" w:hAnsi="Verdana"/>
          <w:b w:val="0"/>
          <w:bCs w:val="0"/>
          <w:sz w:val="21"/>
          <w:szCs w:val="21"/>
        </w:rPr>
        <w:t>2</w:t>
      </w:r>
      <w:r w:rsidR="00464CDF" w:rsidRPr="00564506">
        <w:rPr>
          <w:rFonts w:ascii="Verdana" w:hAnsi="Verdana"/>
          <w:b w:val="0"/>
          <w:bCs w:val="0"/>
          <w:sz w:val="21"/>
          <w:szCs w:val="21"/>
        </w:rPr>
        <w:t xml:space="preserve"> </w:t>
      </w:r>
      <w:r w:rsidR="00A827B8">
        <w:rPr>
          <w:rFonts w:ascii="Verdana" w:hAnsi="Verdana"/>
          <w:b w:val="0"/>
          <w:bCs w:val="0"/>
          <w:sz w:val="21"/>
          <w:szCs w:val="21"/>
        </w:rPr>
        <w:t>–</w:t>
      </w:r>
      <w:r w:rsidR="00464CDF" w:rsidRPr="00564506">
        <w:rPr>
          <w:rFonts w:ascii="Verdana" w:hAnsi="Verdana"/>
          <w:b w:val="0"/>
          <w:bCs w:val="0"/>
          <w:sz w:val="21"/>
          <w:szCs w:val="21"/>
        </w:rPr>
        <w:t xml:space="preserve"> </w:t>
      </w:r>
      <w:r w:rsidR="008143D1">
        <w:rPr>
          <w:rFonts w:ascii="Verdana" w:hAnsi="Verdana"/>
          <w:b w:val="0"/>
          <w:bCs w:val="0"/>
          <w:sz w:val="21"/>
          <w:szCs w:val="21"/>
        </w:rPr>
        <w:t>Till</w:t>
      </w:r>
      <w:r w:rsidR="00630B7B">
        <w:rPr>
          <w:rFonts w:ascii="Verdana" w:hAnsi="Verdana"/>
          <w:b w:val="0"/>
          <w:bCs w:val="0"/>
          <w:sz w:val="21"/>
          <w:szCs w:val="21"/>
        </w:rPr>
        <w:t xml:space="preserve"> Date</w:t>
      </w:r>
      <w:r w:rsidR="008143D1">
        <w:rPr>
          <w:rFonts w:ascii="Verdana" w:hAnsi="Verdana"/>
          <w:b w:val="0"/>
          <w:bCs w:val="0"/>
          <w:sz w:val="21"/>
          <w:szCs w:val="21"/>
        </w:rPr>
        <w:t xml:space="preserve"> </w:t>
      </w:r>
      <w:r>
        <w:rPr>
          <w:rFonts w:ascii="Verdana" w:hAnsi="Verdana"/>
          <w:b w:val="0"/>
          <w:bCs w:val="0"/>
          <w:sz w:val="21"/>
          <w:szCs w:val="21"/>
        </w:rPr>
        <w:t>]</w:t>
      </w:r>
    </w:p>
    <w:p w14:paraId="4853AFF7" w14:textId="6D528809" w:rsidR="00A827B8" w:rsidRDefault="00464CDF" w:rsidP="00D33FC7">
      <w:pPr>
        <w:pStyle w:val="Heading2"/>
        <w:rPr>
          <w:rFonts w:ascii="Verdana" w:hAnsi="Verdana"/>
          <w:b w:val="0"/>
          <w:bCs w:val="0"/>
          <w:sz w:val="21"/>
          <w:szCs w:val="21"/>
        </w:rPr>
      </w:pPr>
      <w:r w:rsidRPr="00564506">
        <w:rPr>
          <w:rFonts w:ascii="Verdana" w:hAnsi="Verdana"/>
          <w:b w:val="0"/>
          <w:bCs w:val="0"/>
          <w:sz w:val="21"/>
          <w:szCs w:val="21"/>
        </w:rPr>
        <w:t>Work</w:t>
      </w:r>
      <w:r w:rsidR="00F4132C">
        <w:rPr>
          <w:rFonts w:ascii="Verdana" w:hAnsi="Verdana"/>
          <w:b w:val="0"/>
          <w:bCs w:val="0"/>
          <w:sz w:val="21"/>
          <w:szCs w:val="21"/>
        </w:rPr>
        <w:t>ed</w:t>
      </w:r>
      <w:r w:rsidRPr="00564506">
        <w:rPr>
          <w:rFonts w:ascii="Verdana" w:hAnsi="Verdana"/>
          <w:b w:val="0"/>
          <w:bCs w:val="0"/>
          <w:sz w:val="21"/>
          <w:szCs w:val="21"/>
        </w:rPr>
        <w:t xml:space="preserve"> as Mule-soft developer in </w:t>
      </w:r>
      <w:r w:rsidR="00630B7B" w:rsidRPr="00760F20">
        <w:rPr>
          <w:rFonts w:ascii="Verdana" w:hAnsi="Verdana"/>
          <w:b w:val="0"/>
          <w:bCs w:val="0"/>
          <w:sz w:val="21"/>
          <w:szCs w:val="21"/>
        </w:rPr>
        <w:t>Kesh</w:t>
      </w:r>
      <w:r w:rsidR="00427F47" w:rsidRPr="00760F20">
        <w:rPr>
          <w:rFonts w:ascii="Verdana" w:hAnsi="Verdana"/>
          <w:b w:val="0"/>
          <w:bCs w:val="0"/>
          <w:sz w:val="21"/>
          <w:szCs w:val="21"/>
        </w:rPr>
        <w:t xml:space="preserve"> </w:t>
      </w:r>
      <w:r w:rsidR="00D33FC7" w:rsidRPr="00760F20">
        <w:rPr>
          <w:rFonts w:ascii="Verdana" w:hAnsi="Verdana"/>
          <w:b w:val="0"/>
          <w:bCs w:val="0"/>
        </w:rPr>
        <w:t>Staffing Pvt Ltd</w:t>
      </w:r>
      <w:r w:rsidR="00760F20">
        <w:rPr>
          <w:rFonts w:ascii="Verdana" w:hAnsi="Verdana"/>
          <w:b w:val="0"/>
          <w:bCs w:val="0"/>
        </w:rPr>
        <w:t>.</w:t>
      </w:r>
    </w:p>
    <w:p w14:paraId="0745B395" w14:textId="77777777" w:rsidR="00A827B8" w:rsidRDefault="00A827B8" w:rsidP="00F33BD7">
      <w:pPr>
        <w:pStyle w:val="Heading2"/>
        <w:ind w:firstLine="607"/>
        <w:rPr>
          <w:rFonts w:ascii="Verdana" w:hAnsi="Verdana"/>
          <w:b w:val="0"/>
          <w:bCs w:val="0"/>
          <w:sz w:val="21"/>
          <w:szCs w:val="21"/>
        </w:rPr>
      </w:pPr>
    </w:p>
    <w:p w14:paraId="17B38D7E" w14:textId="109D8023" w:rsidR="00CF7DD3" w:rsidRPr="00564506" w:rsidRDefault="008E57D7" w:rsidP="00CF7DD3">
      <w:pPr>
        <w:pStyle w:val="Heading2"/>
        <w:rPr>
          <w:rFonts w:ascii="Verdana" w:hAnsi="Verdana"/>
          <w:b w:val="0"/>
          <w:bCs w:val="0"/>
          <w:sz w:val="21"/>
          <w:szCs w:val="21"/>
        </w:rPr>
      </w:pPr>
      <w:r>
        <w:rPr>
          <w:rFonts w:ascii="Verdana" w:hAnsi="Verdana"/>
          <w:b w:val="0"/>
          <w:bCs w:val="0"/>
          <w:sz w:val="21"/>
          <w:szCs w:val="21"/>
        </w:rPr>
        <w:t xml:space="preserve">Associate </w:t>
      </w:r>
      <w:r w:rsidR="00182E85">
        <w:rPr>
          <w:rFonts w:ascii="Verdana" w:hAnsi="Verdana"/>
          <w:b w:val="0"/>
          <w:bCs w:val="0"/>
          <w:sz w:val="21"/>
          <w:szCs w:val="21"/>
        </w:rPr>
        <w:t>Software Engineer</w:t>
      </w:r>
      <w:r w:rsidR="00A827B8" w:rsidRPr="00564506">
        <w:rPr>
          <w:rFonts w:ascii="Verdana" w:hAnsi="Verdana"/>
          <w:b w:val="0"/>
          <w:bCs w:val="0"/>
          <w:sz w:val="21"/>
          <w:szCs w:val="21"/>
        </w:rPr>
        <w:t xml:space="preserve"> </w:t>
      </w:r>
      <w:r w:rsidR="00A827B8">
        <w:rPr>
          <w:rFonts w:ascii="Verdana" w:hAnsi="Verdana"/>
          <w:b w:val="0"/>
          <w:bCs w:val="0"/>
          <w:sz w:val="21"/>
          <w:szCs w:val="21"/>
        </w:rPr>
        <w:t xml:space="preserve">– </w:t>
      </w:r>
      <w:r w:rsidR="008143D1">
        <w:rPr>
          <w:rFonts w:ascii="Verdana" w:hAnsi="Verdana"/>
          <w:b w:val="0"/>
          <w:bCs w:val="0"/>
          <w:sz w:val="21"/>
          <w:szCs w:val="21"/>
        </w:rPr>
        <w:t>Arrixon</w:t>
      </w:r>
      <w:r w:rsidR="00182E85">
        <w:rPr>
          <w:rFonts w:ascii="Verdana" w:hAnsi="Verdana"/>
          <w:b w:val="0"/>
          <w:bCs w:val="0"/>
          <w:sz w:val="21"/>
          <w:szCs w:val="21"/>
        </w:rPr>
        <w:t xml:space="preserve"> Technologies, Hyderabad</w:t>
      </w:r>
    </w:p>
    <w:p w14:paraId="68CD8486" w14:textId="5EE40956" w:rsidR="00F33BD7" w:rsidRPr="00564506" w:rsidRDefault="00533878" w:rsidP="009F0D30">
      <w:pPr>
        <w:pStyle w:val="Heading2"/>
        <w:rPr>
          <w:rFonts w:ascii="Verdana" w:hAnsi="Verdana"/>
          <w:b w:val="0"/>
          <w:bCs w:val="0"/>
          <w:sz w:val="21"/>
          <w:szCs w:val="21"/>
        </w:rPr>
      </w:pPr>
      <w:r>
        <w:rPr>
          <w:rFonts w:ascii="Verdana" w:hAnsi="Verdana"/>
          <w:b w:val="0"/>
          <w:bCs w:val="0"/>
          <w:sz w:val="21"/>
          <w:szCs w:val="21"/>
        </w:rPr>
        <w:t xml:space="preserve">[ </w:t>
      </w:r>
      <w:r w:rsidR="003030C5">
        <w:rPr>
          <w:rFonts w:ascii="Verdana" w:hAnsi="Verdana"/>
          <w:b w:val="0"/>
          <w:bCs w:val="0"/>
          <w:sz w:val="21"/>
          <w:szCs w:val="21"/>
        </w:rPr>
        <w:t xml:space="preserve"> </w:t>
      </w:r>
      <w:r w:rsidR="0086234D">
        <w:rPr>
          <w:rFonts w:ascii="Verdana" w:hAnsi="Verdana"/>
          <w:b w:val="0"/>
          <w:bCs w:val="0"/>
          <w:sz w:val="21"/>
          <w:szCs w:val="21"/>
        </w:rPr>
        <w:t>Jan</w:t>
      </w:r>
      <w:r w:rsidR="00182E85">
        <w:rPr>
          <w:rFonts w:ascii="Verdana" w:hAnsi="Verdana"/>
          <w:b w:val="0"/>
          <w:bCs w:val="0"/>
          <w:sz w:val="21"/>
          <w:szCs w:val="21"/>
        </w:rPr>
        <w:t xml:space="preserve"> </w:t>
      </w:r>
      <w:r w:rsidR="003030C5">
        <w:rPr>
          <w:rFonts w:ascii="Verdana" w:hAnsi="Verdana"/>
          <w:b w:val="0"/>
          <w:bCs w:val="0"/>
          <w:sz w:val="21"/>
          <w:szCs w:val="21"/>
        </w:rPr>
        <w:t>202</w:t>
      </w:r>
      <w:r w:rsidR="00152689">
        <w:rPr>
          <w:rFonts w:ascii="Verdana" w:hAnsi="Verdana"/>
          <w:b w:val="0"/>
          <w:bCs w:val="0"/>
          <w:sz w:val="21"/>
          <w:szCs w:val="21"/>
        </w:rPr>
        <w:t>0</w:t>
      </w:r>
      <w:r w:rsidR="003030C5">
        <w:rPr>
          <w:rFonts w:ascii="Verdana" w:hAnsi="Verdana"/>
          <w:b w:val="0"/>
          <w:bCs w:val="0"/>
          <w:sz w:val="21"/>
          <w:szCs w:val="21"/>
        </w:rPr>
        <w:t xml:space="preserve"> </w:t>
      </w:r>
      <w:r w:rsidR="00A827B8" w:rsidRPr="00564506">
        <w:rPr>
          <w:rFonts w:ascii="Verdana" w:hAnsi="Verdana"/>
          <w:b w:val="0"/>
          <w:bCs w:val="0"/>
          <w:sz w:val="21"/>
          <w:szCs w:val="21"/>
        </w:rPr>
        <w:t xml:space="preserve">– </w:t>
      </w:r>
      <w:r w:rsidR="00786E4D">
        <w:rPr>
          <w:rFonts w:ascii="Verdana" w:hAnsi="Verdana"/>
          <w:b w:val="0"/>
          <w:bCs w:val="0"/>
          <w:sz w:val="21"/>
          <w:szCs w:val="21"/>
        </w:rPr>
        <w:t>March</w:t>
      </w:r>
      <w:r w:rsidR="003030C5">
        <w:rPr>
          <w:rFonts w:ascii="Verdana" w:hAnsi="Verdana"/>
          <w:b w:val="0"/>
          <w:bCs w:val="0"/>
          <w:sz w:val="21"/>
          <w:szCs w:val="21"/>
        </w:rPr>
        <w:t xml:space="preserve"> </w:t>
      </w:r>
      <w:r w:rsidR="00A478C9">
        <w:rPr>
          <w:rFonts w:ascii="Verdana" w:hAnsi="Verdana"/>
          <w:b w:val="0"/>
          <w:bCs w:val="0"/>
          <w:sz w:val="21"/>
          <w:szCs w:val="21"/>
        </w:rPr>
        <w:t>2022 ]</w:t>
      </w:r>
    </w:p>
    <w:p w14:paraId="62F37312" w14:textId="77777777" w:rsidR="00F33BD7" w:rsidRPr="009D16CB" w:rsidRDefault="00F33BD7">
      <w:pPr>
        <w:pStyle w:val="BodyText"/>
        <w:spacing w:before="138"/>
        <w:ind w:left="123"/>
      </w:pPr>
    </w:p>
    <w:p w14:paraId="309273C0" w14:textId="77777777" w:rsidR="005E5DDA" w:rsidRPr="009D16CB" w:rsidRDefault="00464CDF">
      <w:pPr>
        <w:pStyle w:val="BodyText"/>
        <w:ind w:left="0"/>
        <w:rPr>
          <w:sz w:val="25"/>
        </w:rPr>
      </w:pPr>
      <w:r w:rsidRPr="009D16CB">
        <w:br w:type="column"/>
      </w:r>
    </w:p>
    <w:p w14:paraId="7D6F4A0A" w14:textId="77777777" w:rsidR="00A80409" w:rsidRDefault="00A80409" w:rsidP="00A80409">
      <w:pPr>
        <w:pStyle w:val="BodyText"/>
        <w:spacing w:before="46"/>
        <w:ind w:left="113"/>
      </w:pPr>
    </w:p>
    <w:p w14:paraId="317851CD" w14:textId="77777777" w:rsidR="00A80409" w:rsidRDefault="00A80409" w:rsidP="00A80409">
      <w:pPr>
        <w:pStyle w:val="BodyText"/>
        <w:spacing w:before="46"/>
        <w:ind w:left="113"/>
      </w:pPr>
    </w:p>
    <w:p w14:paraId="6FE6FC29" w14:textId="77777777" w:rsidR="00A80409" w:rsidRDefault="00A80409" w:rsidP="00A80409">
      <w:pPr>
        <w:pStyle w:val="BodyText"/>
        <w:spacing w:before="46"/>
        <w:ind w:left="113"/>
      </w:pPr>
    </w:p>
    <w:p w14:paraId="0B64B72B" w14:textId="77777777" w:rsidR="00A80409" w:rsidRDefault="00A80409" w:rsidP="00A80409">
      <w:pPr>
        <w:pStyle w:val="BodyText"/>
        <w:spacing w:before="46"/>
        <w:ind w:left="113"/>
      </w:pPr>
    </w:p>
    <w:p w14:paraId="31D3B348" w14:textId="079A14B0" w:rsidR="00A80409" w:rsidRPr="007B79B3" w:rsidRDefault="00000000" w:rsidP="00A80409">
      <w:pPr>
        <w:pStyle w:val="BodyText"/>
        <w:spacing w:before="46"/>
        <w:ind w:left="113"/>
        <w:rPr>
          <w:b/>
          <w:bCs/>
          <w:sz w:val="22"/>
          <w:szCs w:val="22"/>
        </w:rPr>
      </w:pPr>
      <w:hyperlink r:id="rId9" w:history="1">
        <w:r w:rsidR="002008E6" w:rsidRPr="00987938">
          <w:rPr>
            <w:rStyle w:val="Hyperlink"/>
            <w:b/>
            <w:bCs/>
            <w:w w:val="85"/>
            <w:sz w:val="22"/>
            <w:szCs w:val="22"/>
          </w:rPr>
          <w:t>gopi.gangadhara2006@gmail.com</w:t>
        </w:r>
      </w:hyperlink>
    </w:p>
    <w:p w14:paraId="21918FA6" w14:textId="4059D614" w:rsidR="005E5DDA" w:rsidRPr="006D3018" w:rsidRDefault="00A80409" w:rsidP="00A80409">
      <w:pPr>
        <w:pStyle w:val="BodyText"/>
        <w:spacing w:before="46"/>
        <w:ind w:left="113"/>
        <w:rPr>
          <w:b/>
          <w:bCs/>
          <w:w w:val="85"/>
          <w:sz w:val="24"/>
          <w:szCs w:val="24"/>
        </w:rPr>
      </w:pPr>
      <w:r w:rsidRPr="006D3018">
        <w:rPr>
          <w:b/>
          <w:bCs/>
          <w:w w:val="85"/>
          <w:sz w:val="24"/>
          <w:szCs w:val="24"/>
        </w:rPr>
        <w:t>+91-</w:t>
      </w:r>
      <w:r w:rsidR="001C75FC">
        <w:rPr>
          <w:b/>
          <w:bCs/>
          <w:w w:val="85"/>
          <w:sz w:val="24"/>
          <w:szCs w:val="24"/>
        </w:rPr>
        <w:t>9494182131</w:t>
      </w:r>
    </w:p>
    <w:p w14:paraId="68409983" w14:textId="77777777" w:rsidR="005E5DDA" w:rsidRPr="006D3018" w:rsidRDefault="005E5DDA">
      <w:pPr>
        <w:pStyle w:val="BodyText"/>
        <w:ind w:left="0"/>
        <w:rPr>
          <w:sz w:val="22"/>
          <w:szCs w:val="22"/>
        </w:rPr>
      </w:pPr>
    </w:p>
    <w:p w14:paraId="114E1800" w14:textId="77777777" w:rsidR="005E5DDA" w:rsidRPr="006D3018" w:rsidRDefault="005E5DDA">
      <w:pPr>
        <w:pStyle w:val="BodyText"/>
        <w:spacing w:before="5"/>
        <w:ind w:left="0"/>
        <w:rPr>
          <w:sz w:val="22"/>
          <w:szCs w:val="22"/>
        </w:rPr>
      </w:pPr>
    </w:p>
    <w:p w14:paraId="7BFB7091" w14:textId="65935F2A" w:rsidR="005E5DDA" w:rsidRPr="00C411CF" w:rsidRDefault="00E425B7" w:rsidP="00A80409">
      <w:pPr>
        <w:pStyle w:val="Heading1"/>
        <w:rPr>
          <w:rFonts w:ascii="Verdana" w:hAnsi="Verdana"/>
          <w:color w:val="0C2C68"/>
          <w:sz w:val="24"/>
          <w:szCs w:val="24"/>
          <w:u w:val="single"/>
        </w:rPr>
      </w:pPr>
      <w:r w:rsidRPr="00C411CF">
        <w:rPr>
          <w:rFonts w:ascii="Verdana" w:hAnsi="Verdana"/>
          <w:color w:val="0C2C68"/>
          <w:sz w:val="24"/>
          <w:szCs w:val="24"/>
          <w:u w:val="single"/>
        </w:rPr>
        <w:t>Technical Skills</w:t>
      </w:r>
    </w:p>
    <w:p w14:paraId="781A7032" w14:textId="77777777" w:rsidR="007E2067" w:rsidRPr="006D3018" w:rsidRDefault="007E2067" w:rsidP="00A80409">
      <w:pPr>
        <w:pStyle w:val="Heading1"/>
        <w:rPr>
          <w:rFonts w:ascii="Verdana" w:hAnsi="Verdana"/>
          <w:color w:val="0C2C68"/>
          <w:sz w:val="22"/>
          <w:szCs w:val="22"/>
        </w:rPr>
      </w:pPr>
    </w:p>
    <w:p w14:paraId="294F2261" w14:textId="77777777" w:rsidR="005E5DDA" w:rsidRPr="006D3018" w:rsidRDefault="00464CDF">
      <w:pPr>
        <w:pStyle w:val="Heading4"/>
        <w:spacing w:before="167"/>
        <w:rPr>
          <w:rFonts w:ascii="Verdana" w:hAnsi="Verdana"/>
          <w:sz w:val="22"/>
          <w:szCs w:val="22"/>
        </w:rPr>
      </w:pPr>
      <w:r w:rsidRPr="006D3018">
        <w:rPr>
          <w:rFonts w:ascii="Verdana" w:hAnsi="Verdana"/>
          <w:sz w:val="22"/>
          <w:szCs w:val="22"/>
        </w:rPr>
        <w:t>ESB Technologies:</w:t>
      </w:r>
    </w:p>
    <w:p w14:paraId="5BE6B296" w14:textId="1573EC56" w:rsidR="005E5DDA" w:rsidRPr="006D3018" w:rsidRDefault="00464CDF">
      <w:pPr>
        <w:pStyle w:val="BodyText"/>
        <w:spacing w:before="45" w:line="288" w:lineRule="auto"/>
        <w:ind w:left="113" w:right="397"/>
        <w:rPr>
          <w:sz w:val="22"/>
          <w:szCs w:val="22"/>
        </w:rPr>
      </w:pPr>
      <w:r w:rsidRPr="006D3018">
        <w:rPr>
          <w:w w:val="95"/>
          <w:sz w:val="22"/>
          <w:szCs w:val="22"/>
        </w:rPr>
        <w:t>Mule</w:t>
      </w:r>
      <w:r w:rsidR="00923A9B" w:rsidRPr="006D3018">
        <w:rPr>
          <w:w w:val="95"/>
          <w:sz w:val="22"/>
          <w:szCs w:val="22"/>
        </w:rPr>
        <w:t xml:space="preserve"> </w:t>
      </w:r>
      <w:r w:rsidRPr="006D3018">
        <w:rPr>
          <w:w w:val="95"/>
          <w:sz w:val="22"/>
          <w:szCs w:val="22"/>
        </w:rPr>
        <w:t>ESB,</w:t>
      </w:r>
      <w:r w:rsidR="00923A9B" w:rsidRPr="006D3018">
        <w:rPr>
          <w:w w:val="95"/>
          <w:sz w:val="22"/>
          <w:szCs w:val="22"/>
        </w:rPr>
        <w:t xml:space="preserve"> </w:t>
      </w:r>
      <w:r w:rsidRPr="006D3018">
        <w:rPr>
          <w:w w:val="95"/>
          <w:sz w:val="22"/>
          <w:szCs w:val="22"/>
        </w:rPr>
        <w:t>Any</w:t>
      </w:r>
      <w:r w:rsidR="00923A9B" w:rsidRPr="006D3018">
        <w:rPr>
          <w:w w:val="95"/>
          <w:sz w:val="22"/>
          <w:szCs w:val="22"/>
        </w:rPr>
        <w:t xml:space="preserve"> Point Studio.</w:t>
      </w:r>
      <w:r w:rsidRPr="006D3018">
        <w:rPr>
          <w:w w:val="95"/>
          <w:sz w:val="22"/>
          <w:szCs w:val="22"/>
        </w:rPr>
        <w:t xml:space="preserve"> </w:t>
      </w:r>
      <w:r w:rsidRPr="006D3018">
        <w:rPr>
          <w:w w:val="90"/>
          <w:sz w:val="22"/>
          <w:szCs w:val="22"/>
        </w:rPr>
        <w:t>Any</w:t>
      </w:r>
      <w:r w:rsidR="00923A9B" w:rsidRPr="006D3018">
        <w:rPr>
          <w:w w:val="90"/>
          <w:sz w:val="22"/>
          <w:szCs w:val="22"/>
        </w:rPr>
        <w:t xml:space="preserve"> </w:t>
      </w:r>
      <w:r w:rsidRPr="006D3018">
        <w:rPr>
          <w:w w:val="90"/>
          <w:sz w:val="22"/>
          <w:szCs w:val="22"/>
        </w:rPr>
        <w:t>point</w:t>
      </w:r>
      <w:r w:rsidR="00923A9B" w:rsidRPr="006D3018">
        <w:rPr>
          <w:w w:val="90"/>
          <w:sz w:val="22"/>
          <w:szCs w:val="22"/>
        </w:rPr>
        <w:t xml:space="preserve"> </w:t>
      </w:r>
      <w:r w:rsidRPr="006D3018">
        <w:rPr>
          <w:w w:val="90"/>
          <w:sz w:val="22"/>
          <w:szCs w:val="22"/>
        </w:rPr>
        <w:t>platform</w:t>
      </w:r>
      <w:r w:rsidR="00C411CF">
        <w:rPr>
          <w:w w:val="90"/>
          <w:sz w:val="22"/>
          <w:szCs w:val="22"/>
        </w:rPr>
        <w:t>,</w:t>
      </w:r>
      <w:r w:rsidR="00923A9B" w:rsidRPr="006D3018">
        <w:rPr>
          <w:w w:val="90"/>
          <w:sz w:val="22"/>
          <w:szCs w:val="22"/>
        </w:rPr>
        <w:t xml:space="preserve"> </w:t>
      </w:r>
      <w:r w:rsidRPr="006D3018">
        <w:rPr>
          <w:w w:val="90"/>
          <w:sz w:val="22"/>
          <w:szCs w:val="22"/>
        </w:rPr>
        <w:t>RAML,</w:t>
      </w:r>
      <w:r w:rsidR="00923A9B" w:rsidRPr="006D3018">
        <w:rPr>
          <w:w w:val="90"/>
          <w:sz w:val="22"/>
          <w:szCs w:val="22"/>
        </w:rPr>
        <w:t xml:space="preserve"> </w:t>
      </w:r>
      <w:r w:rsidRPr="006D3018">
        <w:rPr>
          <w:w w:val="90"/>
          <w:sz w:val="22"/>
          <w:szCs w:val="22"/>
        </w:rPr>
        <w:t>DWL</w:t>
      </w:r>
    </w:p>
    <w:p w14:paraId="3C5E0C0B" w14:textId="77777777" w:rsidR="005E5DDA" w:rsidRPr="006D3018" w:rsidRDefault="005E5DDA">
      <w:pPr>
        <w:pStyle w:val="BodyText"/>
        <w:spacing w:before="12"/>
        <w:ind w:left="0"/>
        <w:rPr>
          <w:sz w:val="22"/>
          <w:szCs w:val="22"/>
        </w:rPr>
      </w:pPr>
    </w:p>
    <w:p w14:paraId="7F00DCE1" w14:textId="77777777" w:rsidR="005E5DDA" w:rsidRPr="006D3018" w:rsidRDefault="00464CDF">
      <w:pPr>
        <w:pStyle w:val="Heading4"/>
        <w:rPr>
          <w:rFonts w:ascii="Verdana" w:hAnsi="Verdana"/>
          <w:sz w:val="22"/>
          <w:szCs w:val="22"/>
        </w:rPr>
      </w:pPr>
      <w:r w:rsidRPr="006D3018">
        <w:rPr>
          <w:rFonts w:ascii="Verdana" w:hAnsi="Verdana"/>
          <w:sz w:val="22"/>
          <w:szCs w:val="22"/>
        </w:rPr>
        <w:t>Operating System:</w:t>
      </w:r>
    </w:p>
    <w:p w14:paraId="5F26B09A" w14:textId="77777777" w:rsidR="005E5DDA" w:rsidRPr="006D3018" w:rsidRDefault="00464CDF">
      <w:pPr>
        <w:pStyle w:val="BodyText"/>
        <w:spacing w:before="44"/>
        <w:ind w:left="113"/>
        <w:rPr>
          <w:sz w:val="22"/>
          <w:szCs w:val="22"/>
        </w:rPr>
      </w:pPr>
      <w:r w:rsidRPr="006D3018">
        <w:rPr>
          <w:w w:val="85"/>
          <w:sz w:val="22"/>
          <w:szCs w:val="22"/>
        </w:rPr>
        <w:t>Windows,</w:t>
      </w:r>
      <w:r w:rsidR="00923A9B" w:rsidRPr="006D3018">
        <w:rPr>
          <w:w w:val="85"/>
          <w:sz w:val="22"/>
          <w:szCs w:val="22"/>
        </w:rPr>
        <w:t xml:space="preserve"> </w:t>
      </w:r>
      <w:r w:rsidRPr="006D3018">
        <w:rPr>
          <w:w w:val="85"/>
          <w:sz w:val="22"/>
          <w:szCs w:val="22"/>
        </w:rPr>
        <w:t>UNIX</w:t>
      </w:r>
    </w:p>
    <w:p w14:paraId="6A51F05D" w14:textId="77777777" w:rsidR="005E5DDA" w:rsidRPr="006D3018" w:rsidRDefault="005E5DDA">
      <w:pPr>
        <w:pStyle w:val="BodyText"/>
        <w:spacing w:before="9"/>
        <w:ind w:left="0"/>
        <w:rPr>
          <w:sz w:val="22"/>
          <w:szCs w:val="22"/>
        </w:rPr>
      </w:pPr>
    </w:p>
    <w:p w14:paraId="3ED6E24F" w14:textId="77777777" w:rsidR="005E5DDA" w:rsidRPr="006D3018" w:rsidRDefault="00464CDF">
      <w:pPr>
        <w:pStyle w:val="Heading4"/>
        <w:rPr>
          <w:rFonts w:ascii="Verdana" w:hAnsi="Verdana"/>
          <w:sz w:val="22"/>
          <w:szCs w:val="22"/>
        </w:rPr>
      </w:pPr>
      <w:r w:rsidRPr="006D3018">
        <w:rPr>
          <w:rFonts w:ascii="Verdana" w:hAnsi="Verdana"/>
          <w:sz w:val="22"/>
          <w:szCs w:val="22"/>
        </w:rPr>
        <w:t>Database:</w:t>
      </w:r>
    </w:p>
    <w:p w14:paraId="54B4B4E2" w14:textId="148BAE95" w:rsidR="005E5DDA" w:rsidRPr="006D3018" w:rsidRDefault="00C411CF">
      <w:pPr>
        <w:pStyle w:val="BodyText"/>
        <w:spacing w:before="45"/>
        <w:ind w:left="113"/>
        <w:rPr>
          <w:sz w:val="22"/>
          <w:szCs w:val="22"/>
        </w:rPr>
      </w:pPr>
      <w:r>
        <w:rPr>
          <w:w w:val="85"/>
          <w:sz w:val="22"/>
          <w:szCs w:val="22"/>
        </w:rPr>
        <w:t>Oracle, MySQL</w:t>
      </w:r>
    </w:p>
    <w:p w14:paraId="10180DBA" w14:textId="77777777" w:rsidR="005E5DDA" w:rsidRPr="006D3018" w:rsidRDefault="005E5DDA">
      <w:pPr>
        <w:pStyle w:val="BodyText"/>
        <w:spacing w:before="9"/>
        <w:ind w:left="0"/>
        <w:rPr>
          <w:sz w:val="22"/>
          <w:szCs w:val="22"/>
        </w:rPr>
      </w:pPr>
    </w:p>
    <w:p w14:paraId="05D346CE" w14:textId="3CC345FF" w:rsidR="005E5DDA" w:rsidRPr="006D3018" w:rsidRDefault="00C411CF">
      <w:pPr>
        <w:pStyle w:val="Heading4"/>
        <w:rPr>
          <w:rFonts w:ascii="Verdana" w:hAnsi="Verdana"/>
          <w:sz w:val="22"/>
          <w:szCs w:val="22"/>
        </w:rPr>
      </w:pPr>
      <w:r>
        <w:rPr>
          <w:rFonts w:ascii="Verdana" w:hAnsi="Verdana"/>
          <w:sz w:val="22"/>
          <w:szCs w:val="22"/>
        </w:rPr>
        <w:t>Testing:</w:t>
      </w:r>
    </w:p>
    <w:p w14:paraId="15500316" w14:textId="01EE6B94" w:rsidR="005E5DDA" w:rsidRPr="00783273" w:rsidRDefault="00464CDF">
      <w:pPr>
        <w:pStyle w:val="BodyText"/>
        <w:spacing w:before="44"/>
        <w:ind w:left="113"/>
        <w:rPr>
          <w:sz w:val="22"/>
          <w:szCs w:val="22"/>
        </w:rPr>
      </w:pPr>
      <w:r w:rsidRPr="00783273">
        <w:rPr>
          <w:w w:val="95"/>
          <w:sz w:val="22"/>
          <w:szCs w:val="22"/>
        </w:rPr>
        <w:t>M</w:t>
      </w:r>
      <w:r w:rsidR="00783273" w:rsidRPr="00783273">
        <w:rPr>
          <w:w w:val="95"/>
          <w:sz w:val="22"/>
          <w:szCs w:val="22"/>
        </w:rPr>
        <w:t>-</w:t>
      </w:r>
      <w:r w:rsidRPr="00783273">
        <w:rPr>
          <w:w w:val="95"/>
          <w:sz w:val="22"/>
          <w:szCs w:val="22"/>
        </w:rPr>
        <w:t>Unit, SoapUI,</w:t>
      </w:r>
      <w:r w:rsidR="00783273" w:rsidRPr="00783273">
        <w:rPr>
          <w:w w:val="95"/>
          <w:sz w:val="22"/>
          <w:szCs w:val="22"/>
        </w:rPr>
        <w:t xml:space="preserve"> </w:t>
      </w:r>
      <w:r w:rsidRPr="00783273">
        <w:rPr>
          <w:w w:val="95"/>
          <w:sz w:val="22"/>
          <w:szCs w:val="22"/>
        </w:rPr>
        <w:t>Postman</w:t>
      </w:r>
    </w:p>
    <w:p w14:paraId="399329F3" w14:textId="77777777" w:rsidR="005E5DDA" w:rsidRPr="006D3018" w:rsidRDefault="005E5DDA">
      <w:pPr>
        <w:pStyle w:val="BodyText"/>
        <w:spacing w:before="9"/>
        <w:ind w:left="0"/>
        <w:rPr>
          <w:sz w:val="22"/>
          <w:szCs w:val="22"/>
        </w:rPr>
      </w:pPr>
    </w:p>
    <w:p w14:paraId="5DBD29A4" w14:textId="77777777" w:rsidR="005E5DDA" w:rsidRPr="006D3018" w:rsidRDefault="00464CDF">
      <w:pPr>
        <w:pStyle w:val="Heading4"/>
        <w:rPr>
          <w:rFonts w:ascii="Verdana" w:hAnsi="Verdana"/>
          <w:sz w:val="22"/>
          <w:szCs w:val="22"/>
        </w:rPr>
      </w:pPr>
      <w:r w:rsidRPr="006D3018">
        <w:rPr>
          <w:rFonts w:ascii="Verdana" w:hAnsi="Verdana"/>
          <w:sz w:val="22"/>
          <w:szCs w:val="22"/>
        </w:rPr>
        <w:t>Source Control Systems:</w:t>
      </w:r>
    </w:p>
    <w:p w14:paraId="3CF354AA" w14:textId="3348B8E4" w:rsidR="005E5DDA" w:rsidRPr="006D3018" w:rsidRDefault="00464CDF">
      <w:pPr>
        <w:pStyle w:val="BodyText"/>
        <w:spacing w:before="45"/>
        <w:ind w:left="113"/>
        <w:rPr>
          <w:sz w:val="22"/>
          <w:szCs w:val="22"/>
        </w:rPr>
      </w:pPr>
      <w:r w:rsidRPr="006D3018">
        <w:rPr>
          <w:w w:val="95"/>
          <w:sz w:val="22"/>
          <w:szCs w:val="22"/>
        </w:rPr>
        <w:t>GitHub</w:t>
      </w:r>
    </w:p>
    <w:p w14:paraId="5E03E0A9" w14:textId="77777777" w:rsidR="005E5DDA" w:rsidRPr="006D3018" w:rsidRDefault="005E5DDA">
      <w:pPr>
        <w:pStyle w:val="BodyText"/>
        <w:spacing w:before="9"/>
        <w:ind w:left="0"/>
        <w:rPr>
          <w:sz w:val="22"/>
          <w:szCs w:val="22"/>
        </w:rPr>
      </w:pPr>
    </w:p>
    <w:p w14:paraId="55CEAA9B" w14:textId="77777777" w:rsidR="005E5DDA" w:rsidRPr="006D3018" w:rsidRDefault="00464CDF">
      <w:pPr>
        <w:pStyle w:val="Heading4"/>
        <w:rPr>
          <w:rFonts w:ascii="Verdana" w:hAnsi="Verdana"/>
          <w:sz w:val="22"/>
          <w:szCs w:val="22"/>
        </w:rPr>
      </w:pPr>
      <w:r w:rsidRPr="006D3018">
        <w:rPr>
          <w:rFonts w:ascii="Verdana" w:hAnsi="Verdana"/>
          <w:sz w:val="22"/>
          <w:szCs w:val="22"/>
        </w:rPr>
        <w:t>Continuous Integration:</w:t>
      </w:r>
    </w:p>
    <w:p w14:paraId="7473D5C5" w14:textId="77777777" w:rsidR="005E5DDA" w:rsidRPr="006D3018" w:rsidRDefault="00464CDF">
      <w:pPr>
        <w:pStyle w:val="BodyText"/>
        <w:spacing w:before="44"/>
        <w:ind w:left="113"/>
        <w:rPr>
          <w:sz w:val="22"/>
          <w:szCs w:val="22"/>
        </w:rPr>
      </w:pPr>
      <w:r w:rsidRPr="006D3018">
        <w:rPr>
          <w:sz w:val="22"/>
          <w:szCs w:val="22"/>
        </w:rPr>
        <w:t>Jenkins</w:t>
      </w:r>
    </w:p>
    <w:p w14:paraId="1ADCE220" w14:textId="77777777" w:rsidR="005E5DDA" w:rsidRPr="006D3018" w:rsidRDefault="005E5DDA">
      <w:pPr>
        <w:pStyle w:val="BodyText"/>
        <w:spacing w:before="9"/>
        <w:ind w:left="0"/>
        <w:rPr>
          <w:sz w:val="22"/>
          <w:szCs w:val="22"/>
        </w:rPr>
      </w:pPr>
    </w:p>
    <w:p w14:paraId="26DBAD55" w14:textId="77777777" w:rsidR="005E5DDA" w:rsidRPr="006D3018" w:rsidRDefault="00464CDF">
      <w:pPr>
        <w:pStyle w:val="Heading4"/>
        <w:rPr>
          <w:rFonts w:ascii="Verdana" w:hAnsi="Verdana"/>
          <w:sz w:val="22"/>
          <w:szCs w:val="22"/>
        </w:rPr>
      </w:pPr>
      <w:r w:rsidRPr="006D3018">
        <w:rPr>
          <w:rFonts w:ascii="Verdana" w:hAnsi="Verdana"/>
          <w:sz w:val="22"/>
          <w:szCs w:val="22"/>
        </w:rPr>
        <w:t>Build Tools:</w:t>
      </w:r>
    </w:p>
    <w:p w14:paraId="54956933" w14:textId="77777777" w:rsidR="005E5DDA" w:rsidRPr="006D3018" w:rsidRDefault="00464CDF" w:rsidP="00751F27">
      <w:pPr>
        <w:pStyle w:val="BodyText"/>
        <w:spacing w:before="44"/>
        <w:ind w:left="113"/>
        <w:rPr>
          <w:sz w:val="22"/>
          <w:szCs w:val="22"/>
        </w:rPr>
        <w:sectPr w:rsidR="005E5DDA" w:rsidRPr="006D3018">
          <w:type w:val="continuous"/>
          <w:pgSz w:w="11900" w:h="16840"/>
          <w:pgMar w:top="0" w:right="740" w:bottom="1000" w:left="620" w:header="720" w:footer="720" w:gutter="0"/>
          <w:cols w:num="2" w:space="720" w:equalWidth="0">
            <w:col w:w="6927" w:space="610"/>
            <w:col w:w="3003"/>
          </w:cols>
        </w:sectPr>
      </w:pPr>
      <w:r w:rsidRPr="006D3018">
        <w:rPr>
          <w:w w:val="95"/>
          <w:sz w:val="22"/>
          <w:szCs w:val="22"/>
        </w:rPr>
        <w:t>Maven</w:t>
      </w:r>
    </w:p>
    <w:p w14:paraId="02F1A2C5" w14:textId="48BF4993" w:rsidR="00BA41A4" w:rsidRDefault="00464CDF" w:rsidP="00BA41A4">
      <w:pPr>
        <w:pStyle w:val="Heading4"/>
        <w:rPr>
          <w:rFonts w:ascii="Verdana" w:hAnsi="Verdana"/>
          <w:sz w:val="20"/>
          <w:szCs w:val="20"/>
        </w:rPr>
      </w:pPr>
      <w:r w:rsidRPr="00BA41A4">
        <w:rPr>
          <w:rFonts w:ascii="Verdana" w:hAnsi="Verdana"/>
          <w:sz w:val="20"/>
          <w:szCs w:val="20"/>
        </w:rPr>
        <w:lastRenderedPageBreak/>
        <w:t>Project</w:t>
      </w:r>
      <w:r w:rsidR="00BA41A4">
        <w:rPr>
          <w:rFonts w:ascii="Verdana" w:hAnsi="Verdana"/>
          <w:sz w:val="20"/>
          <w:szCs w:val="20"/>
        </w:rPr>
        <w:t xml:space="preserve"> #1</w:t>
      </w:r>
      <w:r w:rsidRPr="00BA41A4">
        <w:rPr>
          <w:rFonts w:ascii="Verdana" w:hAnsi="Verdana"/>
          <w:sz w:val="20"/>
          <w:szCs w:val="20"/>
        </w:rPr>
        <w:t xml:space="preserve">: </w:t>
      </w:r>
      <w:r w:rsidR="00156B90">
        <w:rPr>
          <w:rFonts w:ascii="Verdana" w:hAnsi="Verdana"/>
          <w:sz w:val="20"/>
          <w:szCs w:val="20"/>
        </w:rPr>
        <w:t xml:space="preserve"> </w:t>
      </w:r>
    </w:p>
    <w:p w14:paraId="5218E88E" w14:textId="2CBC2B59" w:rsidR="005E5DDA" w:rsidRPr="00BA41A4" w:rsidRDefault="00464CDF" w:rsidP="009A53C5">
      <w:pPr>
        <w:pStyle w:val="Heading2"/>
        <w:rPr>
          <w:rFonts w:ascii="Verdana" w:hAnsi="Verdana"/>
          <w:sz w:val="20"/>
          <w:szCs w:val="20"/>
        </w:rPr>
      </w:pPr>
      <w:r w:rsidRPr="00BA41A4">
        <w:rPr>
          <w:rFonts w:ascii="Verdana" w:hAnsi="Verdana"/>
          <w:w w:val="95"/>
          <w:sz w:val="20"/>
          <w:szCs w:val="20"/>
        </w:rPr>
        <w:t>Environments:</w:t>
      </w:r>
      <w:r w:rsidR="00830FA9">
        <w:rPr>
          <w:rFonts w:ascii="Verdana" w:hAnsi="Verdana"/>
          <w:w w:val="95"/>
          <w:sz w:val="20"/>
          <w:szCs w:val="20"/>
        </w:rPr>
        <w:t xml:space="preserve"> </w:t>
      </w:r>
      <w:r w:rsidRPr="00BA41A4">
        <w:rPr>
          <w:rFonts w:ascii="Verdana" w:hAnsi="Verdana"/>
          <w:w w:val="95"/>
          <w:sz w:val="20"/>
          <w:szCs w:val="20"/>
        </w:rPr>
        <w:t>Mule-ESB,</w:t>
      </w:r>
      <w:r w:rsidR="00830FA9">
        <w:rPr>
          <w:rFonts w:ascii="Verdana" w:hAnsi="Verdana"/>
          <w:w w:val="95"/>
          <w:sz w:val="20"/>
          <w:szCs w:val="20"/>
        </w:rPr>
        <w:t xml:space="preserve"> </w:t>
      </w:r>
      <w:r w:rsidRPr="00BA41A4">
        <w:rPr>
          <w:rFonts w:ascii="Verdana" w:hAnsi="Verdana"/>
          <w:w w:val="95"/>
          <w:sz w:val="20"/>
          <w:szCs w:val="20"/>
        </w:rPr>
        <w:t>Any</w:t>
      </w:r>
      <w:r w:rsidR="00830FA9">
        <w:rPr>
          <w:rFonts w:ascii="Verdana" w:hAnsi="Verdana"/>
          <w:w w:val="95"/>
          <w:sz w:val="20"/>
          <w:szCs w:val="20"/>
        </w:rPr>
        <w:t xml:space="preserve"> </w:t>
      </w:r>
      <w:r w:rsidRPr="00BA41A4">
        <w:rPr>
          <w:rFonts w:ascii="Verdana" w:hAnsi="Verdana"/>
          <w:w w:val="95"/>
          <w:sz w:val="20"/>
          <w:szCs w:val="20"/>
        </w:rPr>
        <w:t>Point</w:t>
      </w:r>
      <w:r w:rsidR="00830FA9">
        <w:rPr>
          <w:rFonts w:ascii="Verdana" w:hAnsi="Verdana"/>
          <w:w w:val="95"/>
          <w:sz w:val="20"/>
          <w:szCs w:val="20"/>
        </w:rPr>
        <w:t xml:space="preserve"> </w:t>
      </w:r>
      <w:r w:rsidRPr="00BA41A4">
        <w:rPr>
          <w:rFonts w:ascii="Verdana" w:hAnsi="Verdana"/>
          <w:w w:val="95"/>
          <w:sz w:val="20"/>
          <w:szCs w:val="20"/>
        </w:rPr>
        <w:t>Studio,</w:t>
      </w:r>
      <w:r w:rsidR="00830FA9">
        <w:rPr>
          <w:rFonts w:ascii="Verdana" w:hAnsi="Verdana"/>
          <w:w w:val="95"/>
          <w:sz w:val="20"/>
          <w:szCs w:val="20"/>
        </w:rPr>
        <w:t xml:space="preserve"> </w:t>
      </w:r>
      <w:r w:rsidR="003B71AA">
        <w:rPr>
          <w:rFonts w:ascii="Verdana" w:hAnsi="Verdana"/>
          <w:w w:val="95"/>
          <w:sz w:val="20"/>
          <w:szCs w:val="20"/>
        </w:rPr>
        <w:t>O</w:t>
      </w:r>
      <w:r w:rsidR="00C03D8A">
        <w:rPr>
          <w:rFonts w:ascii="Verdana" w:hAnsi="Verdana"/>
          <w:w w:val="95"/>
          <w:sz w:val="20"/>
          <w:szCs w:val="20"/>
        </w:rPr>
        <w:t>r</w:t>
      </w:r>
      <w:r w:rsidR="003B71AA">
        <w:rPr>
          <w:rFonts w:ascii="Verdana" w:hAnsi="Verdana"/>
          <w:w w:val="95"/>
          <w:sz w:val="20"/>
          <w:szCs w:val="20"/>
        </w:rPr>
        <w:t>acle</w:t>
      </w:r>
      <w:r w:rsidRPr="00BA41A4">
        <w:rPr>
          <w:rFonts w:ascii="Verdana" w:hAnsi="Verdana"/>
          <w:w w:val="95"/>
          <w:sz w:val="20"/>
          <w:szCs w:val="20"/>
        </w:rPr>
        <w:t>,</w:t>
      </w:r>
      <w:r w:rsidR="00830FA9">
        <w:rPr>
          <w:rFonts w:ascii="Verdana" w:hAnsi="Verdana"/>
          <w:w w:val="95"/>
          <w:sz w:val="20"/>
          <w:szCs w:val="20"/>
        </w:rPr>
        <w:t xml:space="preserve"> </w:t>
      </w:r>
      <w:r w:rsidRPr="00BA41A4">
        <w:rPr>
          <w:rFonts w:ascii="Verdana" w:hAnsi="Verdana"/>
          <w:w w:val="95"/>
          <w:sz w:val="20"/>
          <w:szCs w:val="20"/>
        </w:rPr>
        <w:t>GitHub</w:t>
      </w:r>
      <w:r w:rsidR="0002768E">
        <w:rPr>
          <w:rFonts w:ascii="Verdana" w:hAnsi="Verdana"/>
          <w:w w:val="95"/>
          <w:sz w:val="20"/>
          <w:szCs w:val="20"/>
        </w:rPr>
        <w:t>,</w:t>
      </w:r>
      <w:r w:rsidRPr="00BA41A4">
        <w:rPr>
          <w:rFonts w:ascii="Verdana" w:hAnsi="Verdana"/>
          <w:w w:val="95"/>
          <w:sz w:val="20"/>
          <w:szCs w:val="20"/>
        </w:rPr>
        <w:t xml:space="preserve"> </w:t>
      </w:r>
      <w:r w:rsidRPr="00BA41A4">
        <w:rPr>
          <w:rFonts w:ascii="Verdana" w:hAnsi="Verdana"/>
          <w:sz w:val="20"/>
          <w:szCs w:val="20"/>
        </w:rPr>
        <w:t>M-Unit</w:t>
      </w:r>
      <w:r w:rsidR="00CB36CD">
        <w:rPr>
          <w:rFonts w:ascii="Verdana" w:hAnsi="Verdana"/>
          <w:sz w:val="20"/>
          <w:szCs w:val="20"/>
        </w:rPr>
        <w:t>, Postman</w:t>
      </w:r>
      <w:r w:rsidRPr="00BA41A4">
        <w:rPr>
          <w:rFonts w:ascii="Verdana" w:hAnsi="Verdana"/>
          <w:sz w:val="20"/>
          <w:szCs w:val="20"/>
        </w:rPr>
        <w:t>,</w:t>
      </w:r>
      <w:r w:rsidR="00830FA9">
        <w:rPr>
          <w:rFonts w:ascii="Verdana" w:hAnsi="Verdana"/>
          <w:sz w:val="20"/>
          <w:szCs w:val="20"/>
        </w:rPr>
        <w:t xml:space="preserve"> </w:t>
      </w:r>
      <w:r w:rsidRPr="00BA41A4">
        <w:rPr>
          <w:rFonts w:ascii="Verdana" w:hAnsi="Verdana"/>
          <w:sz w:val="20"/>
          <w:szCs w:val="20"/>
        </w:rPr>
        <w:t>Jira,</w:t>
      </w:r>
      <w:r w:rsidR="00830FA9">
        <w:rPr>
          <w:rFonts w:ascii="Verdana" w:hAnsi="Verdana"/>
          <w:sz w:val="20"/>
          <w:szCs w:val="20"/>
        </w:rPr>
        <w:t xml:space="preserve"> </w:t>
      </w:r>
      <w:r w:rsidRPr="00BA41A4">
        <w:rPr>
          <w:rFonts w:ascii="Verdana" w:hAnsi="Verdana"/>
          <w:sz w:val="20"/>
          <w:szCs w:val="20"/>
        </w:rPr>
        <w:t>Jenkins</w:t>
      </w:r>
    </w:p>
    <w:p w14:paraId="41757B38" w14:textId="77777777" w:rsidR="002A4D50" w:rsidRDefault="002A4D50">
      <w:pPr>
        <w:ind w:left="123"/>
        <w:rPr>
          <w:b/>
          <w:color w:val="262B33"/>
          <w:sz w:val="19"/>
        </w:rPr>
      </w:pPr>
    </w:p>
    <w:p w14:paraId="12776C10" w14:textId="4DE4C651" w:rsidR="00480D5D" w:rsidRDefault="00464CDF" w:rsidP="00A478C9">
      <w:pPr>
        <w:ind w:left="123"/>
        <w:rPr>
          <w:b/>
          <w:color w:val="262B33"/>
          <w:sz w:val="19"/>
        </w:rPr>
      </w:pPr>
      <w:r w:rsidRPr="009D16CB">
        <w:rPr>
          <w:b/>
          <w:color w:val="262B33"/>
          <w:sz w:val="19"/>
        </w:rPr>
        <w:t>Description:</w:t>
      </w:r>
    </w:p>
    <w:p w14:paraId="2E839BE3" w14:textId="481C4D65" w:rsidR="005E5DDA" w:rsidRDefault="002A4D50" w:rsidP="0045503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eastAsia="Trebuchet MS" w:cs="Trebuchet MS"/>
          <w:w w:val="95"/>
        </w:rPr>
      </w:pPr>
      <w:r w:rsidRPr="002A4D50">
        <w:rPr>
          <w:rFonts w:eastAsia="Trebuchet MS" w:cs="Trebuchet MS"/>
          <w:w w:val="95"/>
        </w:rPr>
        <w:t xml:space="preserve">    </w:t>
      </w:r>
      <w:r w:rsidR="00455039">
        <w:rPr>
          <w:rFonts w:eastAsia="Trebuchet MS" w:cs="Trebuchet MS"/>
          <w:w w:val="95"/>
        </w:rPr>
        <w:t>This project is</w:t>
      </w:r>
      <w:r w:rsidR="00455039" w:rsidRPr="00455039">
        <w:rPr>
          <w:rFonts w:eastAsia="Trebuchet MS" w:cs="Trebuchet MS"/>
          <w:w w:val="95"/>
        </w:rPr>
        <w:t xml:space="preserve"> to record payment, retrieve </w:t>
      </w:r>
      <w:r w:rsidR="008D609E" w:rsidRPr="00455039">
        <w:rPr>
          <w:rFonts w:eastAsia="Trebuchet MS" w:cs="Trebuchet MS"/>
          <w:w w:val="95"/>
        </w:rPr>
        <w:t>payment,</w:t>
      </w:r>
      <w:r w:rsidR="00455039" w:rsidRPr="00455039">
        <w:rPr>
          <w:rFonts w:eastAsia="Trebuchet MS" w:cs="Trebuchet MS"/>
          <w:w w:val="95"/>
        </w:rPr>
        <w:t xml:space="preserve"> order status, update payment, exchange rate API, generate payment refer</w:t>
      </w:r>
      <w:r w:rsidR="00455039">
        <w:rPr>
          <w:rFonts w:eastAsia="Trebuchet MS" w:cs="Trebuchet MS"/>
          <w:w w:val="95"/>
        </w:rPr>
        <w:t>e</w:t>
      </w:r>
      <w:r w:rsidR="00455039" w:rsidRPr="00455039">
        <w:rPr>
          <w:rFonts w:eastAsia="Trebuchet MS" w:cs="Trebuchet MS"/>
          <w:w w:val="95"/>
        </w:rPr>
        <w:t>nce ID, schedular Api to sync missing payment status. Record payment API will record payment details to company database, retrieve payment Api will retrieve payment details from company data base where we have many filters like status, start date, end date and p</w:t>
      </w:r>
      <w:r w:rsidR="00455039">
        <w:rPr>
          <w:rFonts w:eastAsia="Trebuchet MS" w:cs="Trebuchet MS"/>
          <w:w w:val="95"/>
        </w:rPr>
        <w:t>a</w:t>
      </w:r>
      <w:r w:rsidR="00455039" w:rsidRPr="00455039">
        <w:rPr>
          <w:rFonts w:eastAsia="Trebuchet MS" w:cs="Trebuchet MS"/>
          <w:w w:val="95"/>
        </w:rPr>
        <w:t>yment reference id. Updat</w:t>
      </w:r>
      <w:r w:rsidR="00455039">
        <w:rPr>
          <w:rFonts w:eastAsia="Trebuchet MS" w:cs="Trebuchet MS"/>
          <w:w w:val="95"/>
        </w:rPr>
        <w:t>e</w:t>
      </w:r>
      <w:r w:rsidR="00455039" w:rsidRPr="00455039">
        <w:rPr>
          <w:rFonts w:eastAsia="Trebuchet MS" w:cs="Trebuchet MS"/>
          <w:w w:val="95"/>
        </w:rPr>
        <w:t xml:space="preserve"> payment Api will update payment status from start to complete or failed based on response from order status API. Schedular API will run in every 30 min and it will keep checking payment details having status S, and for those payment it will call order status Api and update status. As a source and tar</w:t>
      </w:r>
      <w:r w:rsidR="00455039">
        <w:rPr>
          <w:rFonts w:eastAsia="Trebuchet MS" w:cs="Trebuchet MS"/>
          <w:w w:val="95"/>
        </w:rPr>
        <w:t>g</w:t>
      </w:r>
      <w:r w:rsidR="00455039" w:rsidRPr="00455039">
        <w:rPr>
          <w:rFonts w:eastAsia="Trebuchet MS" w:cs="Trebuchet MS"/>
          <w:w w:val="95"/>
        </w:rPr>
        <w:t>et system we used salesforce CRM system, Database, JMS, Front-end, 3rd pa</w:t>
      </w:r>
      <w:r w:rsidR="00455039">
        <w:rPr>
          <w:rFonts w:eastAsia="Trebuchet MS" w:cs="Trebuchet MS"/>
          <w:w w:val="95"/>
        </w:rPr>
        <w:t>r</w:t>
      </w:r>
      <w:r w:rsidR="00455039" w:rsidRPr="00455039">
        <w:rPr>
          <w:rFonts w:eastAsia="Trebuchet MS" w:cs="Trebuchet MS"/>
          <w:w w:val="95"/>
        </w:rPr>
        <w:t>ty payment gateway API. In this project we followed 3 layered API LED architecture, were we have system layer to connect with different external system like salesforce and database, we have process API where we applied all the business logic and we have experience layer to expose our API to external word like web application and mobile application</w:t>
      </w:r>
      <w:r w:rsidR="00455039">
        <w:rPr>
          <w:rFonts w:eastAsia="Trebuchet MS" w:cs="Trebuchet MS"/>
          <w:w w:val="95"/>
        </w:rPr>
        <w:t xml:space="preserve">. </w:t>
      </w:r>
      <w:r w:rsidR="00455039" w:rsidRPr="00455039">
        <w:rPr>
          <w:rFonts w:eastAsia="Trebuchet MS" w:cs="Trebuchet MS"/>
          <w:w w:val="95"/>
        </w:rPr>
        <w:t xml:space="preserve">Here we followed API development life cycle starting from RAML creation on design center, publish on exchange, feedback from BA, then </w:t>
      </w:r>
      <w:r w:rsidR="00ED2057" w:rsidRPr="00455039">
        <w:rPr>
          <w:rFonts w:eastAsia="Trebuchet MS" w:cs="Trebuchet MS"/>
          <w:w w:val="95"/>
        </w:rPr>
        <w:t>development,</w:t>
      </w:r>
      <w:r w:rsidR="00455039" w:rsidRPr="00455039">
        <w:rPr>
          <w:rFonts w:eastAsia="Trebuchet MS" w:cs="Trebuchet MS"/>
          <w:w w:val="95"/>
        </w:rPr>
        <w:t xml:space="preserve"> unit and</w:t>
      </w:r>
      <w:r w:rsidR="00455039">
        <w:rPr>
          <w:rFonts w:eastAsia="Trebuchet MS" w:cs="Trebuchet MS"/>
          <w:w w:val="95"/>
        </w:rPr>
        <w:t xml:space="preserve"> </w:t>
      </w:r>
      <w:r w:rsidR="00ED2057">
        <w:rPr>
          <w:rFonts w:eastAsia="Trebuchet MS" w:cs="Trebuchet MS"/>
          <w:w w:val="95"/>
        </w:rPr>
        <w:t>M</w:t>
      </w:r>
      <w:r w:rsidR="00ED2057" w:rsidRPr="00455039">
        <w:rPr>
          <w:rFonts w:eastAsia="Trebuchet MS" w:cs="Trebuchet MS"/>
          <w:w w:val="95"/>
        </w:rPr>
        <w:t>Unit</w:t>
      </w:r>
      <w:r w:rsidR="00455039" w:rsidRPr="00455039">
        <w:rPr>
          <w:rFonts w:eastAsia="Trebuchet MS" w:cs="Trebuchet MS"/>
          <w:w w:val="95"/>
        </w:rPr>
        <w:t xml:space="preserve"> testing, applying policy and </w:t>
      </w:r>
      <w:r w:rsidR="00ED2057" w:rsidRPr="00455039">
        <w:rPr>
          <w:rFonts w:eastAsia="Trebuchet MS" w:cs="Trebuchet MS"/>
          <w:w w:val="95"/>
        </w:rPr>
        <w:t>security,</w:t>
      </w:r>
      <w:r w:rsidR="00455039" w:rsidRPr="00455039">
        <w:rPr>
          <w:rFonts w:eastAsia="Trebuchet MS" w:cs="Trebuchet MS"/>
          <w:w w:val="95"/>
        </w:rPr>
        <w:t xml:space="preserve"> deployment and support. For code check-in we used GIT repository and for deployment we had Jenkin CICD pipeline. On security part we used JWT </w:t>
      </w:r>
      <w:r w:rsidR="00ED2057" w:rsidRPr="00455039">
        <w:rPr>
          <w:rFonts w:eastAsia="Trebuchet MS" w:cs="Trebuchet MS"/>
          <w:w w:val="95"/>
        </w:rPr>
        <w:t>token,</w:t>
      </w:r>
      <w:r w:rsidR="00455039" w:rsidRPr="00455039">
        <w:rPr>
          <w:rFonts w:eastAsia="Trebuchet MS" w:cs="Trebuchet MS"/>
          <w:w w:val="95"/>
        </w:rPr>
        <w:t xml:space="preserve"> Client Id enforcement, rate limiting and Http caching. We used </w:t>
      </w:r>
      <w:r w:rsidR="00ED2057" w:rsidRPr="00455039">
        <w:rPr>
          <w:rFonts w:eastAsia="Trebuchet MS" w:cs="Trebuchet MS"/>
          <w:w w:val="95"/>
        </w:rPr>
        <w:t>cloud hub</w:t>
      </w:r>
      <w:r w:rsidR="00455039" w:rsidRPr="00455039">
        <w:rPr>
          <w:rFonts w:eastAsia="Trebuchet MS" w:cs="Trebuchet MS"/>
          <w:w w:val="95"/>
        </w:rPr>
        <w:t xml:space="preserve"> deployment modal for this project.  </w:t>
      </w:r>
    </w:p>
    <w:p w14:paraId="54A8C36C" w14:textId="77777777" w:rsidR="00034895" w:rsidRPr="00455039" w:rsidRDefault="00034895" w:rsidP="0045503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pPr>
    </w:p>
    <w:p w14:paraId="0A003134" w14:textId="77777777" w:rsidR="005E5DDA" w:rsidRPr="00455039" w:rsidRDefault="00464CDF">
      <w:pPr>
        <w:pStyle w:val="Heading4"/>
        <w:ind w:left="123"/>
        <w:rPr>
          <w:rFonts w:ascii="Verdana" w:hAnsi="Verdana"/>
          <w:color w:val="262B33"/>
          <w:sz w:val="22"/>
          <w:szCs w:val="22"/>
        </w:rPr>
      </w:pPr>
      <w:r w:rsidRPr="00455039">
        <w:rPr>
          <w:rFonts w:ascii="Verdana" w:hAnsi="Verdana"/>
          <w:color w:val="262B33"/>
          <w:sz w:val="22"/>
          <w:szCs w:val="22"/>
        </w:rPr>
        <w:t>Roles and Responsibilities:</w:t>
      </w:r>
    </w:p>
    <w:p w14:paraId="2E10DB89" w14:textId="280DEF86" w:rsidR="00157152" w:rsidRPr="00455039" w:rsidRDefault="00157152" w:rsidP="00157152">
      <w:pPr>
        <w:spacing w:before="50"/>
        <w:ind w:left="113"/>
      </w:pPr>
      <w:r w:rsidRPr="00455039">
        <w:t>• Developing REST APIs using MuleSoft Any point Platform</w:t>
      </w:r>
    </w:p>
    <w:p w14:paraId="57C2F0C2" w14:textId="2307BD7F" w:rsidR="00157152" w:rsidRPr="00455039" w:rsidRDefault="00157152" w:rsidP="00157152">
      <w:pPr>
        <w:spacing w:before="50"/>
        <w:ind w:left="113"/>
      </w:pPr>
      <w:r w:rsidRPr="00455039">
        <w:t>• Participated in requirements gathering sessions with developers and functional users</w:t>
      </w:r>
    </w:p>
    <w:p w14:paraId="6C9B2215" w14:textId="095E5788" w:rsidR="00157152" w:rsidRPr="002A4D50" w:rsidRDefault="00157152" w:rsidP="00157152">
      <w:pPr>
        <w:spacing w:before="50"/>
        <w:ind w:left="113"/>
      </w:pPr>
      <w:r w:rsidRPr="00455039">
        <w:t>• Involved in API design sessions to decide various resources within</w:t>
      </w:r>
      <w:r w:rsidRPr="002A4D50">
        <w:t xml:space="preserve"> each API, message formats and authentication</w:t>
      </w:r>
    </w:p>
    <w:p w14:paraId="16777724" w14:textId="378297FF" w:rsidR="00157152" w:rsidRPr="002A4D50" w:rsidRDefault="00157152" w:rsidP="00157152">
      <w:pPr>
        <w:spacing w:before="50"/>
        <w:ind w:left="113"/>
      </w:pPr>
      <w:r w:rsidRPr="002A4D50">
        <w:t>• Developed RAML documents using Any</w:t>
      </w:r>
      <w:r w:rsidR="00EF5EB3">
        <w:t xml:space="preserve"> </w:t>
      </w:r>
      <w:r w:rsidRPr="002A4D50">
        <w:t xml:space="preserve">point API Platform. Provide mocking services to </w:t>
      </w:r>
    </w:p>
    <w:p w14:paraId="00226F22" w14:textId="77777777" w:rsidR="00157152" w:rsidRPr="002A4D50" w:rsidRDefault="00157152" w:rsidP="00157152">
      <w:pPr>
        <w:spacing w:before="50"/>
        <w:ind w:left="113"/>
      </w:pPr>
      <w:r w:rsidRPr="002A4D50">
        <w:t>application developers.</w:t>
      </w:r>
    </w:p>
    <w:p w14:paraId="440E10AA" w14:textId="04F157F2" w:rsidR="00157152" w:rsidRPr="002A4D50" w:rsidRDefault="00157152" w:rsidP="00157152">
      <w:pPr>
        <w:spacing w:before="50"/>
        <w:ind w:left="113"/>
      </w:pPr>
      <w:r w:rsidRPr="002A4D50">
        <w:t xml:space="preserve">• Used Database </w:t>
      </w:r>
      <w:r w:rsidR="00EF372A">
        <w:t>&amp;</w:t>
      </w:r>
      <w:r w:rsidRPr="002A4D50">
        <w:t xml:space="preserve"> HTTP connectors to implement API Methods</w:t>
      </w:r>
    </w:p>
    <w:p w14:paraId="6AA23521" w14:textId="1CE0248C" w:rsidR="00157152" w:rsidRPr="002A4D50" w:rsidRDefault="00157152" w:rsidP="00157152">
      <w:pPr>
        <w:spacing w:before="50"/>
        <w:ind w:left="113"/>
      </w:pPr>
      <w:r w:rsidRPr="002A4D50">
        <w:t>• Developed API Portals to document the API</w:t>
      </w:r>
      <w:r w:rsidR="00BD24A9">
        <w:t>’s</w:t>
      </w:r>
    </w:p>
    <w:p w14:paraId="6BDD2660" w14:textId="540D403D" w:rsidR="00157152" w:rsidRPr="002A4D50" w:rsidRDefault="00157152" w:rsidP="00157152">
      <w:pPr>
        <w:spacing w:before="50"/>
        <w:ind w:left="113"/>
      </w:pPr>
      <w:r w:rsidRPr="002A4D50">
        <w:t>• Reviewing and understanding the issue with tickets assigned</w:t>
      </w:r>
    </w:p>
    <w:p w14:paraId="1E162697" w14:textId="78B9B050" w:rsidR="00157152" w:rsidRPr="002A4D50" w:rsidRDefault="00157152" w:rsidP="00157152">
      <w:pPr>
        <w:spacing w:before="50"/>
        <w:ind w:left="113"/>
      </w:pPr>
      <w:r w:rsidRPr="002A4D50">
        <w:t xml:space="preserve">• Debugging the production </w:t>
      </w:r>
      <w:r w:rsidR="007F7848">
        <w:t xml:space="preserve">&amp; </w:t>
      </w:r>
      <w:r w:rsidRPr="002A4D50">
        <w:t>developing the code to resolve the issues</w:t>
      </w:r>
    </w:p>
    <w:p w14:paraId="52D3301E" w14:textId="0F4C59A3" w:rsidR="00157152" w:rsidRPr="002A4D50" w:rsidRDefault="00157152" w:rsidP="00157152">
      <w:pPr>
        <w:spacing w:before="50"/>
        <w:ind w:left="113"/>
      </w:pPr>
      <w:r w:rsidRPr="002A4D50">
        <w:t>• Performing unit and integration tests on all applications. Supporting end user testing</w:t>
      </w:r>
    </w:p>
    <w:p w14:paraId="46FA5E7E" w14:textId="5C9CA713" w:rsidR="00157152" w:rsidRPr="002A4D50" w:rsidRDefault="00157152" w:rsidP="00157152">
      <w:pPr>
        <w:spacing w:before="50"/>
        <w:ind w:left="113"/>
      </w:pPr>
      <w:r w:rsidRPr="002A4D50">
        <w:t xml:space="preserve">• Participate in daily scrum meetings to discuss the progress of the project </w:t>
      </w:r>
      <w:r w:rsidR="00D50C42">
        <w:t>&amp;</w:t>
      </w:r>
      <w:r w:rsidRPr="002A4D50">
        <w:t xml:space="preserve"> any blockage of the work </w:t>
      </w:r>
      <w:r w:rsidR="00D50C42">
        <w:t>&amp;</w:t>
      </w:r>
      <w:r w:rsidRPr="002A4D50">
        <w:t xml:space="preserve"> the solution </w:t>
      </w:r>
      <w:r w:rsidR="00D50C42">
        <w:t xml:space="preserve">to </w:t>
      </w:r>
      <w:r w:rsidRPr="002A4D50">
        <w:t>the block</w:t>
      </w:r>
    </w:p>
    <w:p w14:paraId="0E07F493" w14:textId="00C25D5F" w:rsidR="00157152" w:rsidRPr="002A4D50" w:rsidRDefault="00157152" w:rsidP="00157152">
      <w:pPr>
        <w:spacing w:before="50"/>
        <w:ind w:left="113"/>
      </w:pPr>
      <w:r w:rsidRPr="002A4D50">
        <w:t>• Experience using GitHub as a source control repository</w:t>
      </w:r>
    </w:p>
    <w:p w14:paraId="57BF070F" w14:textId="7E1E07CD" w:rsidR="00A3319A" w:rsidRPr="009D16CB" w:rsidRDefault="00157152" w:rsidP="000F2BC6">
      <w:pPr>
        <w:spacing w:before="50"/>
        <w:ind w:left="113"/>
      </w:pPr>
      <w:r w:rsidRPr="002A4D50">
        <w:t>• Experience in developing in an Agile software development environment</w:t>
      </w:r>
    </w:p>
    <w:p w14:paraId="54A26F1C" w14:textId="3C942049" w:rsidR="007E1E5C" w:rsidRPr="007E1E5C" w:rsidRDefault="007E1E5C" w:rsidP="000F2BC6">
      <w:pPr>
        <w:pStyle w:val="ListParagraph"/>
        <w:numPr>
          <w:ilvl w:val="0"/>
          <w:numId w:val="6"/>
        </w:numPr>
        <w:spacing w:before="50"/>
        <w:ind w:left="426"/>
      </w:pPr>
      <w:r w:rsidRPr="007E1E5C">
        <w:t>Involved in Restful API Development using RAML</w:t>
      </w:r>
    </w:p>
    <w:p w14:paraId="768D5634" w14:textId="7C6A85BF" w:rsidR="007E1E5C" w:rsidRPr="007E1E5C" w:rsidRDefault="007E1E5C" w:rsidP="000F2BC6">
      <w:pPr>
        <w:pStyle w:val="ListParagraph"/>
        <w:numPr>
          <w:ilvl w:val="1"/>
          <w:numId w:val="6"/>
        </w:numPr>
        <w:spacing w:before="50"/>
        <w:ind w:left="426"/>
      </w:pPr>
      <w:r w:rsidRPr="007E1E5C">
        <w:t>Used Data weave Language for various transformations in project</w:t>
      </w:r>
    </w:p>
    <w:p w14:paraId="273106EC" w14:textId="51E76DE3" w:rsidR="007E1E5C" w:rsidRPr="007E1E5C" w:rsidRDefault="007E1E5C" w:rsidP="000F2BC6">
      <w:pPr>
        <w:pStyle w:val="ListParagraph"/>
        <w:numPr>
          <w:ilvl w:val="1"/>
          <w:numId w:val="6"/>
        </w:numPr>
        <w:spacing w:before="50"/>
        <w:ind w:left="426"/>
      </w:pPr>
      <w:r w:rsidRPr="007E1E5C">
        <w:t>Handled the different errors for various flows</w:t>
      </w:r>
    </w:p>
    <w:p w14:paraId="1EE3534B" w14:textId="1EEE425E" w:rsidR="007E1E5C" w:rsidRPr="007E1E5C" w:rsidRDefault="00CB1B28" w:rsidP="000F2BC6">
      <w:pPr>
        <w:pStyle w:val="ListParagraph"/>
        <w:numPr>
          <w:ilvl w:val="1"/>
          <w:numId w:val="6"/>
        </w:numPr>
        <w:spacing w:before="50"/>
        <w:ind w:left="426"/>
      </w:pPr>
      <w:r w:rsidRPr="007E1E5C">
        <w:t>Encrypted</w:t>
      </w:r>
      <w:r w:rsidR="007E1E5C" w:rsidRPr="007E1E5C">
        <w:t xml:space="preserve"> passwords using secure properties place holders</w:t>
      </w:r>
    </w:p>
    <w:p w14:paraId="11FF29A2" w14:textId="254635F9" w:rsidR="007E1E5C" w:rsidRPr="007E1E5C" w:rsidRDefault="007E1E5C" w:rsidP="000F2BC6">
      <w:pPr>
        <w:pStyle w:val="ListParagraph"/>
        <w:numPr>
          <w:ilvl w:val="1"/>
          <w:numId w:val="6"/>
        </w:numPr>
        <w:spacing w:before="50"/>
        <w:ind w:left="426"/>
      </w:pPr>
      <w:r w:rsidRPr="007E1E5C">
        <w:t>created proxy application for API project</w:t>
      </w:r>
    </w:p>
    <w:p w14:paraId="1A215142" w14:textId="2B0C5B67" w:rsidR="007E1E5C" w:rsidRPr="007E1E5C" w:rsidRDefault="00CB1B28" w:rsidP="000F2BC6">
      <w:pPr>
        <w:pStyle w:val="ListParagraph"/>
        <w:numPr>
          <w:ilvl w:val="1"/>
          <w:numId w:val="6"/>
        </w:numPr>
        <w:spacing w:before="50"/>
        <w:ind w:left="426"/>
      </w:pPr>
      <w:r w:rsidRPr="007E1E5C">
        <w:t>Applied polices</w:t>
      </w:r>
      <w:r w:rsidR="007E1E5C" w:rsidRPr="007E1E5C">
        <w:t xml:space="preserve"> for the </w:t>
      </w:r>
      <w:r w:rsidR="00BB7588" w:rsidRPr="007E1E5C">
        <w:t>APIs</w:t>
      </w:r>
      <w:r w:rsidR="007E1E5C" w:rsidRPr="007E1E5C">
        <w:t xml:space="preserve"> in </w:t>
      </w:r>
      <w:r>
        <w:t>A</w:t>
      </w:r>
      <w:r w:rsidR="007E1E5C" w:rsidRPr="007E1E5C">
        <w:t>ny</w:t>
      </w:r>
      <w:r>
        <w:t xml:space="preserve"> </w:t>
      </w:r>
      <w:r w:rsidR="007E1E5C" w:rsidRPr="007E1E5C">
        <w:t>point platform</w:t>
      </w:r>
      <w:r w:rsidR="002D61DD">
        <w:t xml:space="preserve"> &amp; </w:t>
      </w:r>
      <w:r w:rsidR="007E1E5C" w:rsidRPr="007E1E5C">
        <w:t xml:space="preserve">fixed the defects raised in SIT </w:t>
      </w:r>
      <w:r w:rsidR="002D61DD">
        <w:t>&amp;</w:t>
      </w:r>
      <w:r w:rsidR="007E1E5C" w:rsidRPr="007E1E5C">
        <w:t xml:space="preserve"> UAT Environment</w:t>
      </w:r>
    </w:p>
    <w:p w14:paraId="0B3716F7" w14:textId="0788B7F3" w:rsidR="007E1E5C" w:rsidRPr="007E1E5C" w:rsidRDefault="007E1E5C" w:rsidP="000F2BC6">
      <w:pPr>
        <w:pStyle w:val="ListParagraph"/>
        <w:numPr>
          <w:ilvl w:val="1"/>
          <w:numId w:val="6"/>
        </w:numPr>
        <w:spacing w:before="50"/>
        <w:ind w:left="426"/>
      </w:pPr>
      <w:r w:rsidRPr="007E1E5C">
        <w:t xml:space="preserve">Deployed application in </w:t>
      </w:r>
      <w:r w:rsidR="00BB7588">
        <w:t>O</w:t>
      </w:r>
      <w:r w:rsidR="00BB7588" w:rsidRPr="007E1E5C">
        <w:t>n</w:t>
      </w:r>
      <w:r w:rsidR="00BB7588">
        <w:t>-</w:t>
      </w:r>
      <w:r w:rsidR="00BB7588" w:rsidRPr="007E1E5C">
        <w:t>premis</w:t>
      </w:r>
      <w:r w:rsidR="00BB7588">
        <w:t>e</w:t>
      </w:r>
      <w:r w:rsidRPr="007E1E5C">
        <w:t xml:space="preserve"> (Hybrid) using </w:t>
      </w:r>
      <w:r w:rsidR="00A2013F">
        <w:t>J</w:t>
      </w:r>
      <w:r w:rsidRPr="007E1E5C">
        <w:t>enkin</w:t>
      </w:r>
    </w:p>
    <w:p w14:paraId="5B78BEDF" w14:textId="21E8D3BE" w:rsidR="007E1E5C" w:rsidRDefault="007E1E5C" w:rsidP="000F2BC6">
      <w:pPr>
        <w:pStyle w:val="ListParagraph"/>
        <w:numPr>
          <w:ilvl w:val="1"/>
          <w:numId w:val="6"/>
        </w:numPr>
        <w:spacing w:before="50"/>
        <w:ind w:left="426"/>
      </w:pPr>
      <w:r w:rsidRPr="007E1E5C">
        <w:t xml:space="preserve">Onshore/offshore co-ordination for better delivery and quality control </w:t>
      </w:r>
      <w:r w:rsidR="00955067">
        <w:t xml:space="preserve">&amp; </w:t>
      </w:r>
      <w:r w:rsidRPr="007E1E5C">
        <w:t>deliverables handover from offshore to Client</w:t>
      </w:r>
      <w:r w:rsidR="00044484">
        <w:t>.</w:t>
      </w:r>
    </w:p>
    <w:p w14:paraId="2436889F" w14:textId="77777777" w:rsidR="00CF7DD3" w:rsidRDefault="00CF7DD3" w:rsidP="00CF7DD3">
      <w:pPr>
        <w:spacing w:before="50"/>
      </w:pPr>
    </w:p>
    <w:p w14:paraId="0703AD14" w14:textId="77777777" w:rsidR="00CF7DD3" w:rsidRDefault="00CF7DD3" w:rsidP="00CF7DD3">
      <w:pPr>
        <w:spacing w:before="50"/>
      </w:pPr>
    </w:p>
    <w:p w14:paraId="78DDADA9" w14:textId="77777777" w:rsidR="00DD73D6" w:rsidRPr="00C6429F" w:rsidRDefault="00DD73D6" w:rsidP="00CF7DD3">
      <w:pPr>
        <w:spacing w:before="50"/>
        <w:rPr>
          <w:b/>
          <w:bCs/>
        </w:rPr>
      </w:pPr>
    </w:p>
    <w:p w14:paraId="730E766E" w14:textId="6D766424" w:rsidR="001271EA" w:rsidRPr="00C6429F" w:rsidRDefault="001271EA" w:rsidP="001271EA">
      <w:pPr>
        <w:rPr>
          <w:rFonts w:eastAsia="Trebuchet MS" w:cs="Trebuchet MS"/>
          <w:b/>
          <w:bCs/>
          <w:color w:val="000000" w:themeColor="text1"/>
        </w:rPr>
      </w:pPr>
      <w:r w:rsidRPr="00C6429F">
        <w:rPr>
          <w:rFonts w:eastAsia="Times New Roman" w:cstheme="minorHAnsi"/>
          <w:b/>
          <w:bCs/>
          <w:lang w:eastAsia="en-IN"/>
        </w:rPr>
        <w:t>Title:</w:t>
      </w:r>
      <w:r w:rsidRPr="00C6429F">
        <w:rPr>
          <w:rStyle w:val="Heading1Char"/>
          <w:rFonts w:ascii="Verdana" w:hAnsi="Verdana"/>
          <w:bCs w:val="0"/>
          <w:color w:val="000000" w:themeColor="text1"/>
          <w:sz w:val="22"/>
          <w:szCs w:val="22"/>
        </w:rPr>
        <w:t xml:space="preserve"> Fixed Rate Mortgage Project </w:t>
      </w:r>
    </w:p>
    <w:p w14:paraId="0CE23CDF" w14:textId="77777777" w:rsidR="001271EA" w:rsidRPr="00C6429F" w:rsidRDefault="001271EA" w:rsidP="001271EA">
      <w:pPr>
        <w:rPr>
          <w:rFonts w:eastAsia="Times New Roman" w:cstheme="minorHAnsi"/>
          <w:lang w:eastAsia="en-IN"/>
        </w:rPr>
      </w:pPr>
      <w:r w:rsidRPr="00C6429F">
        <w:rPr>
          <w:rFonts w:eastAsia="Times New Roman" w:cstheme="minorHAnsi"/>
          <w:lang w:eastAsia="en-IN"/>
        </w:rPr>
        <w:br/>
        <w:t>Role: Java/JEE Developer</w:t>
      </w:r>
      <w:r w:rsidRPr="00C6429F">
        <w:rPr>
          <w:rFonts w:eastAsia="Times New Roman" w:cstheme="minorHAnsi"/>
          <w:lang w:eastAsia="en-IN"/>
        </w:rPr>
        <w:br/>
      </w:r>
    </w:p>
    <w:p w14:paraId="5E45E17F" w14:textId="746313EB" w:rsidR="001271EA" w:rsidRPr="00C6429F" w:rsidRDefault="001271EA" w:rsidP="001271EA">
      <w:pPr>
        <w:rPr>
          <w:rFonts w:eastAsia="Times New Roman" w:cstheme="minorHAnsi"/>
          <w:i/>
          <w:iCs/>
          <w:color w:val="000000"/>
          <w:lang w:eastAsia="en-IN"/>
        </w:rPr>
      </w:pPr>
      <w:r w:rsidRPr="00C6429F">
        <w:rPr>
          <w:rFonts w:eastAsia="Times New Roman" w:cstheme="minorHAnsi"/>
          <w:i/>
          <w:iCs/>
          <w:color w:val="000000"/>
          <w:lang w:eastAsia="en-IN"/>
        </w:rPr>
        <w:t>Description:</w:t>
      </w:r>
    </w:p>
    <w:p w14:paraId="39E89E9A" w14:textId="77777777" w:rsidR="001271EA" w:rsidRPr="00C6429F" w:rsidRDefault="001271EA" w:rsidP="001271EA">
      <w:pPr>
        <w:rPr>
          <w:rFonts w:eastAsia="Times New Roman" w:cstheme="minorHAnsi"/>
          <w:color w:val="000000"/>
          <w:lang w:eastAsia="en-IN"/>
        </w:rPr>
      </w:pPr>
      <w:r w:rsidRPr="00C6429F">
        <w:rPr>
          <w:rFonts w:eastAsia="Times New Roman" w:cstheme="minorHAnsi"/>
          <w:color w:val="000000"/>
          <w:lang w:eastAsia="en-IN"/>
        </w:rPr>
        <w:t xml:space="preserve"> The Company provides financial services such as asset management, wealth management, estate planning, loan servicing, and information processing. Fixed Rate Mortgage helps lender works with a borrower to complete a mortgage transaction. During this process, borrowers must submit various types of financial information and documentation to a mortgage lender, including tax returns, payment history, credit card information and bank balances. Mortgage lenders use this information to determine the type of loan and the interest rate for which the borrower is eligible</w:t>
      </w:r>
      <w:bookmarkStart w:id="0" w:name="_Hlk88058594"/>
      <w:r w:rsidRPr="00C6429F">
        <w:rPr>
          <w:rFonts w:eastAsia="Times New Roman" w:cstheme="minorHAnsi"/>
          <w:color w:val="000000"/>
          <w:lang w:eastAsia="en-IN"/>
        </w:rPr>
        <w:t>. This application has multiple modules which are Application Management, Accounting Management, Customer Database, Fee Management, Investor Management, Loan Processing, etc.</w:t>
      </w:r>
    </w:p>
    <w:p w14:paraId="5AE478BF" w14:textId="77777777" w:rsidR="001271EA" w:rsidRPr="00C6429F" w:rsidRDefault="001271EA" w:rsidP="001271EA">
      <w:pPr>
        <w:rPr>
          <w:rFonts w:eastAsia="Times New Roman" w:cstheme="minorHAnsi"/>
          <w:lang w:eastAsia="en-IN"/>
        </w:rPr>
      </w:pPr>
    </w:p>
    <w:bookmarkEnd w:id="0"/>
    <w:p w14:paraId="0F57F009" w14:textId="58817F23" w:rsidR="00CF7DD3" w:rsidRPr="00C6429F" w:rsidRDefault="0011752B" w:rsidP="0011752B">
      <w:pPr>
        <w:spacing w:before="50"/>
        <w:rPr>
          <w:b/>
          <w:bCs/>
        </w:rPr>
      </w:pPr>
      <w:r w:rsidRPr="00C6429F">
        <w:rPr>
          <w:b/>
          <w:bCs/>
          <w:color w:val="262B33"/>
        </w:rPr>
        <w:t>Roles and Responsibilities:</w:t>
      </w:r>
    </w:p>
    <w:p w14:paraId="7D01A23C" w14:textId="77777777" w:rsidR="0011752B" w:rsidRPr="00C6429F" w:rsidRDefault="0011752B" w:rsidP="0011752B">
      <w:pPr>
        <w:spacing w:before="50"/>
        <w:rPr>
          <w:b/>
          <w:bCs/>
        </w:rPr>
      </w:pPr>
    </w:p>
    <w:p w14:paraId="62038040" w14:textId="44CC8172" w:rsidR="00CF7DD3" w:rsidRDefault="00CF7DD3" w:rsidP="00CF7DD3">
      <w:pPr>
        <w:pStyle w:val="ListParagraph"/>
        <w:numPr>
          <w:ilvl w:val="0"/>
          <w:numId w:val="6"/>
        </w:numPr>
        <w:spacing w:before="50"/>
      </w:pPr>
      <w:r w:rsidRPr="00C6429F">
        <w:t>Independently handled End-to</w:t>
      </w:r>
      <w:r>
        <w:t xml:space="preserve">-End Recruitment in large numbers in a fiercely competitive environment. </w:t>
      </w:r>
    </w:p>
    <w:p w14:paraId="53C953AB" w14:textId="02A36F8D" w:rsidR="00CF7DD3" w:rsidRDefault="00CF7DD3" w:rsidP="00CF7DD3">
      <w:pPr>
        <w:pStyle w:val="ListParagraph"/>
        <w:numPr>
          <w:ilvl w:val="0"/>
          <w:numId w:val="6"/>
        </w:numPr>
        <w:spacing w:before="50"/>
      </w:pPr>
      <w:r>
        <w:t xml:space="preserve">Involved in entire recruitment functions, right from sourcing, phone screening, short-listing, establishing relationships with clients and candidates, setting interviews, performing background reference for the candidates. </w:t>
      </w:r>
    </w:p>
    <w:p w14:paraId="09F30715" w14:textId="1E81F492" w:rsidR="00CF7DD3" w:rsidRDefault="00CF7DD3" w:rsidP="00CF7DD3">
      <w:pPr>
        <w:pStyle w:val="ListParagraph"/>
        <w:numPr>
          <w:ilvl w:val="0"/>
          <w:numId w:val="6"/>
        </w:numPr>
        <w:spacing w:before="50"/>
      </w:pPr>
      <w:r>
        <w:t xml:space="preserve">Sourcing of candidates through Job portals/ Networking / Reference/ Databases etc. Involved in pre / post offers follow ups and ensures for Joining. </w:t>
      </w:r>
    </w:p>
    <w:p w14:paraId="3DD93EEE" w14:textId="5892C463" w:rsidR="00CF7DD3" w:rsidRDefault="00CF7DD3" w:rsidP="00CF7DD3">
      <w:pPr>
        <w:pStyle w:val="ListParagraph"/>
        <w:numPr>
          <w:ilvl w:val="0"/>
          <w:numId w:val="6"/>
        </w:numPr>
        <w:spacing w:before="50"/>
      </w:pPr>
      <w:r>
        <w:t xml:space="preserve">Involved in comprehensive follow-ups with managers to get the status of submissions and to get interview schedules. </w:t>
      </w:r>
    </w:p>
    <w:p w14:paraId="674B1379" w14:textId="18A4455D" w:rsidR="00CF7DD3" w:rsidRDefault="00CF7DD3" w:rsidP="00CF7DD3">
      <w:pPr>
        <w:pStyle w:val="ListParagraph"/>
        <w:numPr>
          <w:ilvl w:val="0"/>
          <w:numId w:val="6"/>
        </w:numPr>
        <w:spacing w:before="50"/>
      </w:pPr>
      <w:r>
        <w:t>Scheduling the interviews with the business leaders and communicating feedback to the</w:t>
      </w:r>
    </w:p>
    <w:p w14:paraId="34CE2E55" w14:textId="6C9D0648" w:rsidR="00CF7DD3" w:rsidRDefault="00CF7DD3" w:rsidP="00CF7DD3">
      <w:pPr>
        <w:pStyle w:val="ListParagraph"/>
        <w:spacing w:before="50"/>
        <w:ind w:left="360" w:firstLine="0"/>
      </w:pPr>
      <w:r>
        <w:t>candidate. Weekly recruitment review with hiring managers and business line directors.</w:t>
      </w:r>
    </w:p>
    <w:p w14:paraId="07179CD4" w14:textId="77777777" w:rsidR="00044484" w:rsidRDefault="00044484" w:rsidP="00044484">
      <w:pPr>
        <w:spacing w:before="50"/>
      </w:pPr>
    </w:p>
    <w:p w14:paraId="03FA3C61" w14:textId="77777777" w:rsidR="00044484" w:rsidRDefault="00044484" w:rsidP="00CF7DD3">
      <w:pPr>
        <w:spacing w:before="50"/>
        <w:ind w:left="0"/>
      </w:pPr>
    </w:p>
    <w:p w14:paraId="56921B0E" w14:textId="166784ED" w:rsidR="00044484" w:rsidRPr="00044484" w:rsidRDefault="00044484" w:rsidP="00044484">
      <w:pPr>
        <w:pStyle w:val="Heading4"/>
        <w:ind w:left="123"/>
        <w:rPr>
          <w:rFonts w:ascii="Verdana" w:hAnsi="Verdana"/>
          <w:b w:val="0"/>
          <w:bCs w:val="0"/>
          <w:color w:val="262B33"/>
          <w:sz w:val="22"/>
          <w:szCs w:val="22"/>
        </w:rPr>
      </w:pPr>
    </w:p>
    <w:sectPr w:rsidR="00044484" w:rsidRPr="00044484" w:rsidSect="008060C5">
      <w:headerReference w:type="default" r:id="rId10"/>
      <w:footerReference w:type="default" r:id="rId11"/>
      <w:pgSz w:w="11900" w:h="16840"/>
      <w:pgMar w:top="1340" w:right="740" w:bottom="1020" w:left="620" w:header="1050" w:footer="82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32E93C" w14:textId="77777777" w:rsidR="001A669D" w:rsidRDefault="001A669D">
      <w:r>
        <w:separator/>
      </w:r>
    </w:p>
  </w:endnote>
  <w:endnote w:type="continuationSeparator" w:id="0">
    <w:p w14:paraId="1805988B" w14:textId="77777777" w:rsidR="001A669D" w:rsidRDefault="001A66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41D1F8" w14:textId="3C134CDB" w:rsidR="005E5DDA" w:rsidRDefault="002B308B">
    <w:pPr>
      <w:pStyle w:val="BodyText"/>
      <w:spacing w:line="14" w:lineRule="auto"/>
      <w:ind w:left="0"/>
      <w:rPr>
        <w:sz w:val="20"/>
      </w:rPr>
    </w:pPr>
    <w:r>
      <w:rPr>
        <w:noProof/>
      </w:rPr>
      <mc:AlternateContent>
        <mc:Choice Requires="wps">
          <w:drawing>
            <wp:anchor distT="0" distB="0" distL="114300" distR="114300" simplePos="0" relativeHeight="251657216" behindDoc="1" locked="0" layoutInCell="1" allowOverlap="1" wp14:anchorId="45C16669" wp14:editId="2F6E788C">
              <wp:simplePos x="0" y="0"/>
              <wp:positionH relativeFrom="page">
                <wp:posOffset>7002145</wp:posOffset>
              </wp:positionH>
              <wp:positionV relativeFrom="page">
                <wp:posOffset>10037445</wp:posOffset>
              </wp:positionV>
              <wp:extent cx="211455" cy="169545"/>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455" cy="1695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FCA1B0" w14:textId="77777777" w:rsidR="005E5DDA" w:rsidRDefault="00C53810">
                          <w:pPr>
                            <w:pStyle w:val="BodyText"/>
                            <w:spacing w:before="17"/>
                            <w:ind w:left="60"/>
                          </w:pPr>
                          <w:r>
                            <w:fldChar w:fldCharType="begin"/>
                          </w:r>
                          <w:r w:rsidR="00464CDF">
                            <w:rPr>
                              <w:w w:val="75"/>
                            </w:rPr>
                            <w:instrText xml:space="preserve"> PAGE </w:instrText>
                          </w:r>
                          <w:r>
                            <w:fldChar w:fldCharType="separate"/>
                          </w:r>
                          <w:r w:rsidR="000C0051">
                            <w:rPr>
                              <w:noProof/>
                              <w:w w:val="75"/>
                            </w:rPr>
                            <w:t>1</w:t>
                          </w:r>
                          <w:r>
                            <w:fldChar w:fldCharType="end"/>
                          </w:r>
                          <w:r w:rsidR="00464CDF">
                            <w:rPr>
                              <w:w w:val="75"/>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C16669" id="_x0000_t202" coordsize="21600,21600" o:spt="202" path="m,l,21600r21600,l21600,xe">
              <v:stroke joinstyle="miter"/>
              <v:path gradientshapeok="t" o:connecttype="rect"/>
            </v:shapetype>
            <v:shape id="Text Box 3" o:spid="_x0000_s1026" type="#_x0000_t202" style="position:absolute;margin-left:551.35pt;margin-top:790.35pt;width:16.65pt;height:13.3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" filled="f" stroked="f">
              <v:textbox inset="0,0,0,0">
                <w:txbxContent>
                  <w:p w14:paraId="57FCA1B0" w14:textId="77777777" w:rsidR="005E5DDA" w:rsidRDefault="00C53810">
                    <w:pPr>
                      <w:pStyle w:val="BodyText"/>
                      <w:spacing w:before="17"/>
                      <w:ind w:left="60"/>
                    </w:pPr>
                    <w:r>
                      <w:fldChar w:fldCharType="begin"/>
                    </w:r>
                    <w:r w:rsidR="00464CDF">
                      <w:rPr>
                        <w:w w:val="75"/>
                      </w:rPr>
                      <w:instrText xml:space="preserve"> PAGE </w:instrText>
                    </w:r>
                    <w:r>
                      <w:fldChar w:fldCharType="separate"/>
                    </w:r>
                    <w:r w:rsidR="000C0051">
                      <w:rPr>
                        <w:noProof/>
                        <w:w w:val="75"/>
                      </w:rPr>
                      <w:t>1</w:t>
                    </w:r>
                    <w:r>
                      <w:fldChar w:fldCharType="end"/>
                    </w:r>
                    <w:r w:rsidR="00464CDF">
                      <w:rPr>
                        <w:w w:val="75"/>
                      </w:rPr>
                      <w:t>/3</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729737" w14:textId="49511D7A" w:rsidR="005E5DDA" w:rsidRDefault="002B308B">
    <w:pPr>
      <w:pStyle w:val="BodyText"/>
      <w:spacing w:line="14" w:lineRule="auto"/>
      <w:ind w:left="0"/>
      <w:rPr>
        <w:sz w:val="20"/>
      </w:rPr>
    </w:pPr>
    <w:r>
      <w:rPr>
        <w:noProof/>
      </w:rPr>
      <mc:AlternateContent>
        <mc:Choice Requires="wps">
          <w:drawing>
            <wp:anchor distT="0" distB="0" distL="114300" distR="114300" simplePos="0" relativeHeight="251658240" behindDoc="1" locked="0" layoutInCell="1" allowOverlap="1" wp14:anchorId="2782978C" wp14:editId="339A80EF">
              <wp:simplePos x="0" y="0"/>
              <wp:positionH relativeFrom="page">
                <wp:posOffset>6983095</wp:posOffset>
              </wp:positionH>
              <wp:positionV relativeFrom="page">
                <wp:posOffset>10022840</wp:posOffset>
              </wp:positionV>
              <wp:extent cx="228600" cy="17653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1765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0F4DDE" w14:textId="77777777" w:rsidR="005E5DDA" w:rsidRDefault="00C53810">
                          <w:pPr>
                            <w:pStyle w:val="BodyText"/>
                            <w:spacing w:before="29"/>
                            <w:ind w:left="60"/>
                          </w:pPr>
                          <w:r>
                            <w:fldChar w:fldCharType="begin"/>
                          </w:r>
                          <w:r w:rsidR="00464CDF">
                            <w:rPr>
                              <w:w w:val="85"/>
                            </w:rPr>
                            <w:instrText xml:space="preserve"> PAGE </w:instrText>
                          </w:r>
                          <w:r>
                            <w:fldChar w:fldCharType="separate"/>
                          </w:r>
                          <w:r w:rsidR="000C0051">
                            <w:rPr>
                              <w:noProof/>
                              <w:w w:val="85"/>
                            </w:rPr>
                            <w:t>2</w:t>
                          </w:r>
                          <w:r>
                            <w:fldChar w:fldCharType="end"/>
                          </w:r>
                          <w:r w:rsidR="00464CDF">
                            <w:rPr>
                              <w:w w:val="85"/>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82978C" id="_x0000_t202" coordsize="21600,21600" o:spt="202" path="m,l,21600r21600,l21600,xe">
              <v:stroke joinstyle="miter"/>
              <v:path gradientshapeok="t" o:connecttype="rect"/>
            </v:shapetype>
            <v:shape id="Text Box 1" o:spid="_x0000_s1027" type="#_x0000_t202" style="position:absolute;margin-left:549.85pt;margin-top:789.2pt;width:18pt;height:13.9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" filled="f" stroked="f">
              <v:textbox inset="0,0,0,0">
                <w:txbxContent>
                  <w:p w14:paraId="010F4DDE" w14:textId="77777777" w:rsidR="005E5DDA" w:rsidRDefault="00C53810">
                    <w:pPr>
                      <w:pStyle w:val="BodyText"/>
                      <w:spacing w:before="29"/>
                      <w:ind w:left="60"/>
                    </w:pPr>
                    <w:r>
                      <w:fldChar w:fldCharType="begin"/>
                    </w:r>
                    <w:r w:rsidR="00464CDF">
                      <w:rPr>
                        <w:w w:val="85"/>
                      </w:rPr>
                      <w:instrText xml:space="preserve"> PAGE </w:instrText>
                    </w:r>
                    <w:r>
                      <w:fldChar w:fldCharType="separate"/>
                    </w:r>
                    <w:r w:rsidR="000C0051">
                      <w:rPr>
                        <w:noProof/>
                        <w:w w:val="85"/>
                      </w:rPr>
                      <w:t>2</w:t>
                    </w:r>
                    <w:r>
                      <w:fldChar w:fldCharType="end"/>
                    </w:r>
                    <w:r w:rsidR="00464CDF">
                      <w:rPr>
                        <w:w w:val="85"/>
                      </w:rPr>
                      <w:t>/3</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EA94CF" w14:textId="77777777" w:rsidR="001A669D" w:rsidRDefault="001A669D">
      <w:r>
        <w:separator/>
      </w:r>
    </w:p>
  </w:footnote>
  <w:footnote w:type="continuationSeparator" w:id="0">
    <w:p w14:paraId="6CC32C2A" w14:textId="77777777" w:rsidR="001A669D" w:rsidRDefault="001A66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34794" w14:textId="77777777" w:rsidR="005E5DDA" w:rsidRDefault="005E5DDA">
    <w:pPr>
      <w:pStyle w:val="BodyText"/>
      <w:spacing w:line="14" w:lineRule="auto"/>
      <w:ind w:left="0"/>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224D7"/>
    <w:multiLevelType w:val="hybridMultilevel"/>
    <w:tmpl w:val="07A0FFBE"/>
    <w:lvl w:ilvl="0" w:tplc="4009000F">
      <w:start w:val="1"/>
      <w:numFmt w:val="decimal"/>
      <w:lvlText w:val="%1."/>
      <w:lvlJc w:val="left"/>
      <w:pPr>
        <w:ind w:left="375" w:hanging="119"/>
      </w:pPr>
      <w:rPr>
        <w:rFonts w:hint="default"/>
        <w:color w:val="262B33"/>
        <w:w w:val="56"/>
        <w:sz w:val="19"/>
        <w:szCs w:val="19"/>
        <w:lang w:val="en-US" w:eastAsia="en-US" w:bidi="ar-SA"/>
      </w:rPr>
    </w:lvl>
    <w:lvl w:ilvl="1" w:tplc="40090003" w:tentative="1">
      <w:start w:val="1"/>
      <w:numFmt w:val="bullet"/>
      <w:lvlText w:val="o"/>
      <w:lvlJc w:val="left"/>
      <w:pPr>
        <w:ind w:left="1563" w:hanging="360"/>
      </w:pPr>
      <w:rPr>
        <w:rFonts w:ascii="Courier New" w:hAnsi="Courier New" w:cs="Courier New" w:hint="default"/>
      </w:rPr>
    </w:lvl>
    <w:lvl w:ilvl="2" w:tplc="40090005" w:tentative="1">
      <w:start w:val="1"/>
      <w:numFmt w:val="bullet"/>
      <w:lvlText w:val=""/>
      <w:lvlJc w:val="left"/>
      <w:pPr>
        <w:ind w:left="2283" w:hanging="360"/>
      </w:pPr>
      <w:rPr>
        <w:rFonts w:ascii="Wingdings" w:hAnsi="Wingdings" w:hint="default"/>
      </w:rPr>
    </w:lvl>
    <w:lvl w:ilvl="3" w:tplc="40090001" w:tentative="1">
      <w:start w:val="1"/>
      <w:numFmt w:val="bullet"/>
      <w:lvlText w:val=""/>
      <w:lvlJc w:val="left"/>
      <w:pPr>
        <w:ind w:left="3003" w:hanging="360"/>
      </w:pPr>
      <w:rPr>
        <w:rFonts w:ascii="Symbol" w:hAnsi="Symbol" w:hint="default"/>
      </w:rPr>
    </w:lvl>
    <w:lvl w:ilvl="4" w:tplc="40090003" w:tentative="1">
      <w:start w:val="1"/>
      <w:numFmt w:val="bullet"/>
      <w:lvlText w:val="o"/>
      <w:lvlJc w:val="left"/>
      <w:pPr>
        <w:ind w:left="3723" w:hanging="360"/>
      </w:pPr>
      <w:rPr>
        <w:rFonts w:ascii="Courier New" w:hAnsi="Courier New" w:cs="Courier New" w:hint="default"/>
      </w:rPr>
    </w:lvl>
    <w:lvl w:ilvl="5" w:tplc="40090005" w:tentative="1">
      <w:start w:val="1"/>
      <w:numFmt w:val="bullet"/>
      <w:lvlText w:val=""/>
      <w:lvlJc w:val="left"/>
      <w:pPr>
        <w:ind w:left="4443" w:hanging="360"/>
      </w:pPr>
      <w:rPr>
        <w:rFonts w:ascii="Wingdings" w:hAnsi="Wingdings" w:hint="default"/>
      </w:rPr>
    </w:lvl>
    <w:lvl w:ilvl="6" w:tplc="40090001" w:tentative="1">
      <w:start w:val="1"/>
      <w:numFmt w:val="bullet"/>
      <w:lvlText w:val=""/>
      <w:lvlJc w:val="left"/>
      <w:pPr>
        <w:ind w:left="5163" w:hanging="360"/>
      </w:pPr>
      <w:rPr>
        <w:rFonts w:ascii="Symbol" w:hAnsi="Symbol" w:hint="default"/>
      </w:rPr>
    </w:lvl>
    <w:lvl w:ilvl="7" w:tplc="40090003" w:tentative="1">
      <w:start w:val="1"/>
      <w:numFmt w:val="bullet"/>
      <w:lvlText w:val="o"/>
      <w:lvlJc w:val="left"/>
      <w:pPr>
        <w:ind w:left="5883" w:hanging="360"/>
      </w:pPr>
      <w:rPr>
        <w:rFonts w:ascii="Courier New" w:hAnsi="Courier New" w:cs="Courier New" w:hint="default"/>
      </w:rPr>
    </w:lvl>
    <w:lvl w:ilvl="8" w:tplc="40090005" w:tentative="1">
      <w:start w:val="1"/>
      <w:numFmt w:val="bullet"/>
      <w:lvlText w:val=""/>
      <w:lvlJc w:val="left"/>
      <w:pPr>
        <w:ind w:left="6603" w:hanging="360"/>
      </w:pPr>
      <w:rPr>
        <w:rFonts w:ascii="Wingdings" w:hAnsi="Wingdings" w:hint="default"/>
      </w:rPr>
    </w:lvl>
  </w:abstractNum>
  <w:abstractNum w:abstractNumId="1" w15:restartNumberingAfterBreak="0">
    <w:nsid w:val="31316638"/>
    <w:multiLevelType w:val="hybridMultilevel"/>
    <w:tmpl w:val="A3DCB5D4"/>
    <w:lvl w:ilvl="0" w:tplc="DE0ACF92">
      <w:numFmt w:val="bullet"/>
      <w:lvlText w:val="•"/>
      <w:lvlJc w:val="left"/>
      <w:pPr>
        <w:ind w:left="375" w:hanging="119"/>
      </w:pPr>
      <w:rPr>
        <w:rFonts w:ascii="Verdana" w:eastAsia="Verdana" w:hAnsi="Verdana" w:cs="Verdana" w:hint="default"/>
        <w:color w:val="262B33"/>
        <w:w w:val="56"/>
        <w:sz w:val="19"/>
        <w:szCs w:val="19"/>
        <w:lang w:val="en-US" w:eastAsia="en-US" w:bidi="ar-SA"/>
      </w:rPr>
    </w:lvl>
    <w:lvl w:ilvl="1" w:tplc="40090003" w:tentative="1">
      <w:start w:val="1"/>
      <w:numFmt w:val="bullet"/>
      <w:lvlText w:val="o"/>
      <w:lvlJc w:val="left"/>
      <w:pPr>
        <w:ind w:left="1563" w:hanging="360"/>
      </w:pPr>
      <w:rPr>
        <w:rFonts w:ascii="Courier New" w:hAnsi="Courier New" w:cs="Courier New" w:hint="default"/>
      </w:rPr>
    </w:lvl>
    <w:lvl w:ilvl="2" w:tplc="40090005" w:tentative="1">
      <w:start w:val="1"/>
      <w:numFmt w:val="bullet"/>
      <w:lvlText w:val=""/>
      <w:lvlJc w:val="left"/>
      <w:pPr>
        <w:ind w:left="2283" w:hanging="360"/>
      </w:pPr>
      <w:rPr>
        <w:rFonts w:ascii="Wingdings" w:hAnsi="Wingdings" w:hint="default"/>
      </w:rPr>
    </w:lvl>
    <w:lvl w:ilvl="3" w:tplc="40090001" w:tentative="1">
      <w:start w:val="1"/>
      <w:numFmt w:val="bullet"/>
      <w:lvlText w:val=""/>
      <w:lvlJc w:val="left"/>
      <w:pPr>
        <w:ind w:left="3003" w:hanging="360"/>
      </w:pPr>
      <w:rPr>
        <w:rFonts w:ascii="Symbol" w:hAnsi="Symbol" w:hint="default"/>
      </w:rPr>
    </w:lvl>
    <w:lvl w:ilvl="4" w:tplc="40090003" w:tentative="1">
      <w:start w:val="1"/>
      <w:numFmt w:val="bullet"/>
      <w:lvlText w:val="o"/>
      <w:lvlJc w:val="left"/>
      <w:pPr>
        <w:ind w:left="3723" w:hanging="360"/>
      </w:pPr>
      <w:rPr>
        <w:rFonts w:ascii="Courier New" w:hAnsi="Courier New" w:cs="Courier New" w:hint="default"/>
      </w:rPr>
    </w:lvl>
    <w:lvl w:ilvl="5" w:tplc="40090005" w:tentative="1">
      <w:start w:val="1"/>
      <w:numFmt w:val="bullet"/>
      <w:lvlText w:val=""/>
      <w:lvlJc w:val="left"/>
      <w:pPr>
        <w:ind w:left="4443" w:hanging="360"/>
      </w:pPr>
      <w:rPr>
        <w:rFonts w:ascii="Wingdings" w:hAnsi="Wingdings" w:hint="default"/>
      </w:rPr>
    </w:lvl>
    <w:lvl w:ilvl="6" w:tplc="40090001" w:tentative="1">
      <w:start w:val="1"/>
      <w:numFmt w:val="bullet"/>
      <w:lvlText w:val=""/>
      <w:lvlJc w:val="left"/>
      <w:pPr>
        <w:ind w:left="5163" w:hanging="360"/>
      </w:pPr>
      <w:rPr>
        <w:rFonts w:ascii="Symbol" w:hAnsi="Symbol" w:hint="default"/>
      </w:rPr>
    </w:lvl>
    <w:lvl w:ilvl="7" w:tplc="40090003" w:tentative="1">
      <w:start w:val="1"/>
      <w:numFmt w:val="bullet"/>
      <w:lvlText w:val="o"/>
      <w:lvlJc w:val="left"/>
      <w:pPr>
        <w:ind w:left="5883" w:hanging="360"/>
      </w:pPr>
      <w:rPr>
        <w:rFonts w:ascii="Courier New" w:hAnsi="Courier New" w:cs="Courier New" w:hint="default"/>
      </w:rPr>
    </w:lvl>
    <w:lvl w:ilvl="8" w:tplc="40090005" w:tentative="1">
      <w:start w:val="1"/>
      <w:numFmt w:val="bullet"/>
      <w:lvlText w:val=""/>
      <w:lvlJc w:val="left"/>
      <w:pPr>
        <w:ind w:left="6603" w:hanging="360"/>
      </w:pPr>
      <w:rPr>
        <w:rFonts w:ascii="Wingdings" w:hAnsi="Wingdings" w:hint="default"/>
      </w:rPr>
    </w:lvl>
  </w:abstractNum>
  <w:abstractNum w:abstractNumId="2" w15:restartNumberingAfterBreak="0">
    <w:nsid w:val="5F5D47AB"/>
    <w:multiLevelType w:val="hybridMultilevel"/>
    <w:tmpl w:val="29585E02"/>
    <w:lvl w:ilvl="0" w:tplc="DE0ACF92">
      <w:numFmt w:val="bullet"/>
      <w:lvlText w:val="•"/>
      <w:lvlJc w:val="left"/>
      <w:pPr>
        <w:ind w:left="252" w:hanging="119"/>
      </w:pPr>
      <w:rPr>
        <w:rFonts w:ascii="Verdana" w:eastAsia="Verdana" w:hAnsi="Verdana" w:cs="Verdana" w:hint="default"/>
        <w:color w:val="262B33"/>
        <w:w w:val="56"/>
        <w:sz w:val="19"/>
        <w:szCs w:val="19"/>
        <w:lang w:val="en-US" w:eastAsia="en-US" w:bidi="ar-SA"/>
      </w:rPr>
    </w:lvl>
    <w:lvl w:ilvl="1" w:tplc="B9FA2634">
      <w:numFmt w:val="bullet"/>
      <w:lvlText w:val="•"/>
      <w:lvlJc w:val="left"/>
      <w:pPr>
        <w:ind w:left="926" w:hanging="119"/>
      </w:pPr>
      <w:rPr>
        <w:rFonts w:hint="default"/>
        <w:lang w:val="en-US" w:eastAsia="en-US" w:bidi="ar-SA"/>
      </w:rPr>
    </w:lvl>
    <w:lvl w:ilvl="2" w:tplc="F1CE0244">
      <w:numFmt w:val="bullet"/>
      <w:lvlText w:val="•"/>
      <w:lvlJc w:val="left"/>
      <w:pPr>
        <w:ind w:left="1593" w:hanging="119"/>
      </w:pPr>
      <w:rPr>
        <w:rFonts w:hint="default"/>
        <w:lang w:val="en-US" w:eastAsia="en-US" w:bidi="ar-SA"/>
      </w:rPr>
    </w:lvl>
    <w:lvl w:ilvl="3" w:tplc="2D24029C">
      <w:numFmt w:val="bullet"/>
      <w:lvlText w:val="•"/>
      <w:lvlJc w:val="left"/>
      <w:pPr>
        <w:ind w:left="2259" w:hanging="119"/>
      </w:pPr>
      <w:rPr>
        <w:rFonts w:hint="default"/>
        <w:lang w:val="en-US" w:eastAsia="en-US" w:bidi="ar-SA"/>
      </w:rPr>
    </w:lvl>
    <w:lvl w:ilvl="4" w:tplc="72A6D55A">
      <w:numFmt w:val="bullet"/>
      <w:lvlText w:val="•"/>
      <w:lvlJc w:val="left"/>
      <w:pPr>
        <w:ind w:left="2926" w:hanging="119"/>
      </w:pPr>
      <w:rPr>
        <w:rFonts w:hint="default"/>
        <w:lang w:val="en-US" w:eastAsia="en-US" w:bidi="ar-SA"/>
      </w:rPr>
    </w:lvl>
    <w:lvl w:ilvl="5" w:tplc="7B443DBE">
      <w:numFmt w:val="bullet"/>
      <w:lvlText w:val="•"/>
      <w:lvlJc w:val="left"/>
      <w:pPr>
        <w:ind w:left="3593" w:hanging="119"/>
      </w:pPr>
      <w:rPr>
        <w:rFonts w:hint="default"/>
        <w:lang w:val="en-US" w:eastAsia="en-US" w:bidi="ar-SA"/>
      </w:rPr>
    </w:lvl>
    <w:lvl w:ilvl="6" w:tplc="123CD26C">
      <w:numFmt w:val="bullet"/>
      <w:lvlText w:val="•"/>
      <w:lvlJc w:val="left"/>
      <w:pPr>
        <w:ind w:left="4259" w:hanging="119"/>
      </w:pPr>
      <w:rPr>
        <w:rFonts w:hint="default"/>
        <w:lang w:val="en-US" w:eastAsia="en-US" w:bidi="ar-SA"/>
      </w:rPr>
    </w:lvl>
    <w:lvl w:ilvl="7" w:tplc="01A69F3E">
      <w:numFmt w:val="bullet"/>
      <w:lvlText w:val="•"/>
      <w:lvlJc w:val="left"/>
      <w:pPr>
        <w:ind w:left="4926" w:hanging="119"/>
      </w:pPr>
      <w:rPr>
        <w:rFonts w:hint="default"/>
        <w:lang w:val="en-US" w:eastAsia="en-US" w:bidi="ar-SA"/>
      </w:rPr>
    </w:lvl>
    <w:lvl w:ilvl="8" w:tplc="9D007BE6">
      <w:numFmt w:val="bullet"/>
      <w:lvlText w:val="•"/>
      <w:lvlJc w:val="left"/>
      <w:pPr>
        <w:ind w:left="5593" w:hanging="119"/>
      </w:pPr>
      <w:rPr>
        <w:rFonts w:hint="default"/>
        <w:lang w:val="en-US" w:eastAsia="en-US" w:bidi="ar-SA"/>
      </w:rPr>
    </w:lvl>
  </w:abstractNum>
  <w:abstractNum w:abstractNumId="3" w15:restartNumberingAfterBreak="0">
    <w:nsid w:val="641E15DE"/>
    <w:multiLevelType w:val="multilevel"/>
    <w:tmpl w:val="13B0C090"/>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15:restartNumberingAfterBreak="0">
    <w:nsid w:val="64514AC8"/>
    <w:multiLevelType w:val="hybridMultilevel"/>
    <w:tmpl w:val="64CA39CE"/>
    <w:lvl w:ilvl="0" w:tplc="DE0ACF92">
      <w:numFmt w:val="bullet"/>
      <w:lvlText w:val="•"/>
      <w:lvlJc w:val="left"/>
      <w:pPr>
        <w:ind w:left="375" w:hanging="119"/>
      </w:pPr>
      <w:rPr>
        <w:rFonts w:ascii="Verdana" w:eastAsia="Verdana" w:hAnsi="Verdana" w:cs="Verdana" w:hint="default"/>
        <w:color w:val="262B33"/>
        <w:w w:val="56"/>
        <w:sz w:val="19"/>
        <w:szCs w:val="19"/>
        <w:lang w:val="en-US" w:eastAsia="en-US" w:bidi="ar-SA"/>
      </w:rPr>
    </w:lvl>
    <w:lvl w:ilvl="1" w:tplc="40090003" w:tentative="1">
      <w:start w:val="1"/>
      <w:numFmt w:val="bullet"/>
      <w:lvlText w:val="o"/>
      <w:lvlJc w:val="left"/>
      <w:pPr>
        <w:ind w:left="1563" w:hanging="360"/>
      </w:pPr>
      <w:rPr>
        <w:rFonts w:ascii="Courier New" w:hAnsi="Courier New" w:cs="Courier New" w:hint="default"/>
      </w:rPr>
    </w:lvl>
    <w:lvl w:ilvl="2" w:tplc="40090005" w:tentative="1">
      <w:start w:val="1"/>
      <w:numFmt w:val="bullet"/>
      <w:lvlText w:val=""/>
      <w:lvlJc w:val="left"/>
      <w:pPr>
        <w:ind w:left="2283" w:hanging="360"/>
      </w:pPr>
      <w:rPr>
        <w:rFonts w:ascii="Wingdings" w:hAnsi="Wingdings" w:hint="default"/>
      </w:rPr>
    </w:lvl>
    <w:lvl w:ilvl="3" w:tplc="40090001" w:tentative="1">
      <w:start w:val="1"/>
      <w:numFmt w:val="bullet"/>
      <w:lvlText w:val=""/>
      <w:lvlJc w:val="left"/>
      <w:pPr>
        <w:ind w:left="3003" w:hanging="360"/>
      </w:pPr>
      <w:rPr>
        <w:rFonts w:ascii="Symbol" w:hAnsi="Symbol" w:hint="default"/>
      </w:rPr>
    </w:lvl>
    <w:lvl w:ilvl="4" w:tplc="40090003" w:tentative="1">
      <w:start w:val="1"/>
      <w:numFmt w:val="bullet"/>
      <w:lvlText w:val="o"/>
      <w:lvlJc w:val="left"/>
      <w:pPr>
        <w:ind w:left="3723" w:hanging="360"/>
      </w:pPr>
      <w:rPr>
        <w:rFonts w:ascii="Courier New" w:hAnsi="Courier New" w:cs="Courier New" w:hint="default"/>
      </w:rPr>
    </w:lvl>
    <w:lvl w:ilvl="5" w:tplc="40090005" w:tentative="1">
      <w:start w:val="1"/>
      <w:numFmt w:val="bullet"/>
      <w:lvlText w:val=""/>
      <w:lvlJc w:val="left"/>
      <w:pPr>
        <w:ind w:left="4443" w:hanging="360"/>
      </w:pPr>
      <w:rPr>
        <w:rFonts w:ascii="Wingdings" w:hAnsi="Wingdings" w:hint="default"/>
      </w:rPr>
    </w:lvl>
    <w:lvl w:ilvl="6" w:tplc="40090001" w:tentative="1">
      <w:start w:val="1"/>
      <w:numFmt w:val="bullet"/>
      <w:lvlText w:val=""/>
      <w:lvlJc w:val="left"/>
      <w:pPr>
        <w:ind w:left="5163" w:hanging="360"/>
      </w:pPr>
      <w:rPr>
        <w:rFonts w:ascii="Symbol" w:hAnsi="Symbol" w:hint="default"/>
      </w:rPr>
    </w:lvl>
    <w:lvl w:ilvl="7" w:tplc="40090003" w:tentative="1">
      <w:start w:val="1"/>
      <w:numFmt w:val="bullet"/>
      <w:lvlText w:val="o"/>
      <w:lvlJc w:val="left"/>
      <w:pPr>
        <w:ind w:left="5883" w:hanging="360"/>
      </w:pPr>
      <w:rPr>
        <w:rFonts w:ascii="Courier New" w:hAnsi="Courier New" w:cs="Courier New" w:hint="default"/>
      </w:rPr>
    </w:lvl>
    <w:lvl w:ilvl="8" w:tplc="40090005" w:tentative="1">
      <w:start w:val="1"/>
      <w:numFmt w:val="bullet"/>
      <w:lvlText w:val=""/>
      <w:lvlJc w:val="left"/>
      <w:pPr>
        <w:ind w:left="6603" w:hanging="360"/>
      </w:pPr>
      <w:rPr>
        <w:rFonts w:ascii="Wingdings" w:hAnsi="Wingdings" w:hint="default"/>
      </w:rPr>
    </w:lvl>
  </w:abstractNum>
  <w:abstractNum w:abstractNumId="5" w15:restartNumberingAfterBreak="0">
    <w:nsid w:val="6B0564A4"/>
    <w:multiLevelType w:val="hybridMultilevel"/>
    <w:tmpl w:val="4D4E2096"/>
    <w:lvl w:ilvl="0" w:tplc="40090001">
      <w:start w:val="1"/>
      <w:numFmt w:val="bullet"/>
      <w:lvlText w:val=""/>
      <w:lvlJc w:val="left"/>
      <w:pPr>
        <w:ind w:left="360" w:hanging="360"/>
      </w:pPr>
      <w:rPr>
        <w:rFonts w:ascii="Symbol" w:hAnsi="Symbol" w:hint="default"/>
      </w:rPr>
    </w:lvl>
    <w:lvl w:ilvl="1" w:tplc="AAFE776E">
      <w:numFmt w:val="bullet"/>
      <w:lvlText w:val="•"/>
      <w:lvlJc w:val="left"/>
      <w:pPr>
        <w:ind w:left="1080" w:hanging="360"/>
      </w:pPr>
      <w:rPr>
        <w:rFonts w:ascii="Verdana" w:eastAsia="Verdana" w:hAnsi="Verdana" w:cs="Verdana"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num w:numId="1" w16cid:durableId="662246250">
    <w:abstractNumId w:val="2"/>
  </w:num>
  <w:num w:numId="2" w16cid:durableId="378087838">
    <w:abstractNumId w:val="1"/>
  </w:num>
  <w:num w:numId="3" w16cid:durableId="1052580008">
    <w:abstractNumId w:val="0"/>
  </w:num>
  <w:num w:numId="4" w16cid:durableId="1457216370">
    <w:abstractNumId w:val="4"/>
  </w:num>
  <w:num w:numId="5" w16cid:durableId="1811363945">
    <w:abstractNumId w:val="3"/>
  </w:num>
  <w:num w:numId="6" w16cid:durableId="183687120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2966"/>
    <w:rsid w:val="00002BA3"/>
    <w:rsid w:val="0000743C"/>
    <w:rsid w:val="00024A18"/>
    <w:rsid w:val="0002768E"/>
    <w:rsid w:val="00034895"/>
    <w:rsid w:val="00042ADF"/>
    <w:rsid w:val="00044484"/>
    <w:rsid w:val="000C0051"/>
    <w:rsid w:val="000C0DFD"/>
    <w:rsid w:val="000D5E93"/>
    <w:rsid w:val="000F2BC6"/>
    <w:rsid w:val="0010575A"/>
    <w:rsid w:val="0011752B"/>
    <w:rsid w:val="00123053"/>
    <w:rsid w:val="00123984"/>
    <w:rsid w:val="001271EA"/>
    <w:rsid w:val="00131B34"/>
    <w:rsid w:val="001522B1"/>
    <w:rsid w:val="00152689"/>
    <w:rsid w:val="00156B90"/>
    <w:rsid w:val="00157152"/>
    <w:rsid w:val="00157C1F"/>
    <w:rsid w:val="001651D5"/>
    <w:rsid w:val="00172AB8"/>
    <w:rsid w:val="00182E85"/>
    <w:rsid w:val="0019380A"/>
    <w:rsid w:val="00197263"/>
    <w:rsid w:val="001A669D"/>
    <w:rsid w:val="001C4161"/>
    <w:rsid w:val="001C75FC"/>
    <w:rsid w:val="001D7011"/>
    <w:rsid w:val="001E0015"/>
    <w:rsid w:val="002008E6"/>
    <w:rsid w:val="00211F73"/>
    <w:rsid w:val="00212D0B"/>
    <w:rsid w:val="0022112E"/>
    <w:rsid w:val="00241E03"/>
    <w:rsid w:val="00276D6F"/>
    <w:rsid w:val="002805FC"/>
    <w:rsid w:val="002A4D50"/>
    <w:rsid w:val="002B1705"/>
    <w:rsid w:val="002B2EEF"/>
    <w:rsid w:val="002B308B"/>
    <w:rsid w:val="002C64C4"/>
    <w:rsid w:val="002D61DD"/>
    <w:rsid w:val="002F57C5"/>
    <w:rsid w:val="003030C5"/>
    <w:rsid w:val="00305B5B"/>
    <w:rsid w:val="0033058D"/>
    <w:rsid w:val="0034159A"/>
    <w:rsid w:val="003444EF"/>
    <w:rsid w:val="0037355A"/>
    <w:rsid w:val="00376E47"/>
    <w:rsid w:val="00382687"/>
    <w:rsid w:val="00392F2E"/>
    <w:rsid w:val="003A285B"/>
    <w:rsid w:val="003B71AA"/>
    <w:rsid w:val="003F108E"/>
    <w:rsid w:val="003F1C52"/>
    <w:rsid w:val="00427F47"/>
    <w:rsid w:val="00435BC1"/>
    <w:rsid w:val="00451F00"/>
    <w:rsid w:val="00455039"/>
    <w:rsid w:val="00464CDF"/>
    <w:rsid w:val="00472195"/>
    <w:rsid w:val="00480D5D"/>
    <w:rsid w:val="004B5E1D"/>
    <w:rsid w:val="004D603C"/>
    <w:rsid w:val="004E7142"/>
    <w:rsid w:val="004F224E"/>
    <w:rsid w:val="005206BC"/>
    <w:rsid w:val="00525D8D"/>
    <w:rsid w:val="00533878"/>
    <w:rsid w:val="00546CE1"/>
    <w:rsid w:val="00547CC4"/>
    <w:rsid w:val="005600C8"/>
    <w:rsid w:val="005635DF"/>
    <w:rsid w:val="00564506"/>
    <w:rsid w:val="005705D3"/>
    <w:rsid w:val="0057349F"/>
    <w:rsid w:val="005842B7"/>
    <w:rsid w:val="005A4F58"/>
    <w:rsid w:val="005E4FFD"/>
    <w:rsid w:val="005E5DDA"/>
    <w:rsid w:val="00630B7B"/>
    <w:rsid w:val="0064729F"/>
    <w:rsid w:val="00670C49"/>
    <w:rsid w:val="00687126"/>
    <w:rsid w:val="00691B17"/>
    <w:rsid w:val="00697364"/>
    <w:rsid w:val="006B4798"/>
    <w:rsid w:val="006C3368"/>
    <w:rsid w:val="006D3018"/>
    <w:rsid w:val="006F6605"/>
    <w:rsid w:val="00703412"/>
    <w:rsid w:val="00711FC2"/>
    <w:rsid w:val="00722B68"/>
    <w:rsid w:val="00726030"/>
    <w:rsid w:val="00730B01"/>
    <w:rsid w:val="00737AC5"/>
    <w:rsid w:val="00751F27"/>
    <w:rsid w:val="00754EC3"/>
    <w:rsid w:val="00760F20"/>
    <w:rsid w:val="00772EE5"/>
    <w:rsid w:val="00777985"/>
    <w:rsid w:val="00783273"/>
    <w:rsid w:val="007846CB"/>
    <w:rsid w:val="00786E4D"/>
    <w:rsid w:val="007A4594"/>
    <w:rsid w:val="007A4727"/>
    <w:rsid w:val="007A634E"/>
    <w:rsid w:val="007B55A1"/>
    <w:rsid w:val="007B79B3"/>
    <w:rsid w:val="007D59E9"/>
    <w:rsid w:val="007E1E5C"/>
    <w:rsid w:val="007E2067"/>
    <w:rsid w:val="007E5364"/>
    <w:rsid w:val="007F030A"/>
    <w:rsid w:val="007F7848"/>
    <w:rsid w:val="00800830"/>
    <w:rsid w:val="008060C5"/>
    <w:rsid w:val="008143D1"/>
    <w:rsid w:val="00821FB2"/>
    <w:rsid w:val="0082560C"/>
    <w:rsid w:val="00830FA9"/>
    <w:rsid w:val="0086234D"/>
    <w:rsid w:val="0088489A"/>
    <w:rsid w:val="008C470F"/>
    <w:rsid w:val="008D609E"/>
    <w:rsid w:val="008E2966"/>
    <w:rsid w:val="008E3565"/>
    <w:rsid w:val="008E4327"/>
    <w:rsid w:val="008E4401"/>
    <w:rsid w:val="008E57D7"/>
    <w:rsid w:val="008E5FE4"/>
    <w:rsid w:val="008F2414"/>
    <w:rsid w:val="00923A9B"/>
    <w:rsid w:val="00924A12"/>
    <w:rsid w:val="00926DF1"/>
    <w:rsid w:val="009353F5"/>
    <w:rsid w:val="00950C2E"/>
    <w:rsid w:val="009535E2"/>
    <w:rsid w:val="00955067"/>
    <w:rsid w:val="00976EEC"/>
    <w:rsid w:val="009948F6"/>
    <w:rsid w:val="009A53C5"/>
    <w:rsid w:val="009A5DB2"/>
    <w:rsid w:val="009A64AE"/>
    <w:rsid w:val="009B6D61"/>
    <w:rsid w:val="009D16CB"/>
    <w:rsid w:val="009D236E"/>
    <w:rsid w:val="009D7BAB"/>
    <w:rsid w:val="009F0D30"/>
    <w:rsid w:val="009F45B7"/>
    <w:rsid w:val="00A003BB"/>
    <w:rsid w:val="00A2013F"/>
    <w:rsid w:val="00A22925"/>
    <w:rsid w:val="00A23C14"/>
    <w:rsid w:val="00A3319A"/>
    <w:rsid w:val="00A3383D"/>
    <w:rsid w:val="00A340B5"/>
    <w:rsid w:val="00A478C9"/>
    <w:rsid w:val="00A56092"/>
    <w:rsid w:val="00A80409"/>
    <w:rsid w:val="00A827B8"/>
    <w:rsid w:val="00A83077"/>
    <w:rsid w:val="00AA725A"/>
    <w:rsid w:val="00AC79F1"/>
    <w:rsid w:val="00AE25F1"/>
    <w:rsid w:val="00AE3EA1"/>
    <w:rsid w:val="00B31466"/>
    <w:rsid w:val="00B41235"/>
    <w:rsid w:val="00B82F4F"/>
    <w:rsid w:val="00B86B8C"/>
    <w:rsid w:val="00B953E1"/>
    <w:rsid w:val="00BA41A4"/>
    <w:rsid w:val="00BB7588"/>
    <w:rsid w:val="00BC092D"/>
    <w:rsid w:val="00BD24A9"/>
    <w:rsid w:val="00BF1417"/>
    <w:rsid w:val="00BF310B"/>
    <w:rsid w:val="00BF4FF8"/>
    <w:rsid w:val="00BF6F2A"/>
    <w:rsid w:val="00C00047"/>
    <w:rsid w:val="00C009EF"/>
    <w:rsid w:val="00C03D8A"/>
    <w:rsid w:val="00C05EA1"/>
    <w:rsid w:val="00C37E7B"/>
    <w:rsid w:val="00C411CF"/>
    <w:rsid w:val="00C53810"/>
    <w:rsid w:val="00C6429F"/>
    <w:rsid w:val="00C6763E"/>
    <w:rsid w:val="00C70611"/>
    <w:rsid w:val="00C7714C"/>
    <w:rsid w:val="00C92793"/>
    <w:rsid w:val="00C96629"/>
    <w:rsid w:val="00CA57C8"/>
    <w:rsid w:val="00CB1B28"/>
    <w:rsid w:val="00CB3345"/>
    <w:rsid w:val="00CB36CD"/>
    <w:rsid w:val="00CB5811"/>
    <w:rsid w:val="00CE273D"/>
    <w:rsid w:val="00CF7DD3"/>
    <w:rsid w:val="00D14FE1"/>
    <w:rsid w:val="00D33FC7"/>
    <w:rsid w:val="00D371CE"/>
    <w:rsid w:val="00D43D6E"/>
    <w:rsid w:val="00D50C42"/>
    <w:rsid w:val="00D54899"/>
    <w:rsid w:val="00D64BA1"/>
    <w:rsid w:val="00D82F0F"/>
    <w:rsid w:val="00D9212C"/>
    <w:rsid w:val="00D96E6C"/>
    <w:rsid w:val="00DA3292"/>
    <w:rsid w:val="00DA5B3F"/>
    <w:rsid w:val="00DC3164"/>
    <w:rsid w:val="00DD73D6"/>
    <w:rsid w:val="00E10E45"/>
    <w:rsid w:val="00E425B7"/>
    <w:rsid w:val="00E50EF5"/>
    <w:rsid w:val="00E91CC4"/>
    <w:rsid w:val="00E97C11"/>
    <w:rsid w:val="00EB29FA"/>
    <w:rsid w:val="00ED2057"/>
    <w:rsid w:val="00EF372A"/>
    <w:rsid w:val="00EF5EB3"/>
    <w:rsid w:val="00EF6216"/>
    <w:rsid w:val="00F03932"/>
    <w:rsid w:val="00F07EED"/>
    <w:rsid w:val="00F16A98"/>
    <w:rsid w:val="00F33BD7"/>
    <w:rsid w:val="00F4132C"/>
    <w:rsid w:val="00F475C8"/>
    <w:rsid w:val="00F561A9"/>
    <w:rsid w:val="00F62393"/>
    <w:rsid w:val="00F64A68"/>
    <w:rsid w:val="00F65C6D"/>
    <w:rsid w:val="00F76C58"/>
    <w:rsid w:val="00F93A95"/>
    <w:rsid w:val="00F9436E"/>
    <w:rsid w:val="00FB23BA"/>
    <w:rsid w:val="00FB44DF"/>
    <w:rsid w:val="00FE56E2"/>
    <w:rsid w:val="00FF2D37"/>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D0100F"/>
  <w15:docId w15:val="{19B6F39A-D0BE-40E4-995D-2182F4001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IN" w:eastAsia="en-IN"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8060C5"/>
    <w:pPr>
      <w:ind w:left="249"/>
    </w:pPr>
    <w:rPr>
      <w:rFonts w:ascii="Verdana" w:eastAsia="Verdana" w:hAnsi="Verdana" w:cs="Verdana"/>
      <w:sz w:val="22"/>
      <w:szCs w:val="22"/>
      <w:lang w:val="en-US" w:eastAsia="en-US"/>
    </w:rPr>
  </w:style>
  <w:style w:type="paragraph" w:styleId="Heading1">
    <w:name w:val="heading 1"/>
    <w:basedOn w:val="Normal"/>
    <w:link w:val="Heading1Char"/>
    <w:uiPriority w:val="1"/>
    <w:qFormat/>
    <w:rsid w:val="008060C5"/>
    <w:pPr>
      <w:ind w:left="123"/>
      <w:outlineLvl w:val="0"/>
    </w:pPr>
    <w:rPr>
      <w:rFonts w:ascii="Trebuchet MS" w:eastAsia="Trebuchet MS" w:hAnsi="Trebuchet MS" w:cs="Trebuchet MS"/>
      <w:b/>
      <w:bCs/>
      <w:sz w:val="25"/>
      <w:szCs w:val="25"/>
    </w:rPr>
  </w:style>
  <w:style w:type="paragraph" w:styleId="Heading2">
    <w:name w:val="heading 2"/>
    <w:basedOn w:val="Normal"/>
    <w:uiPriority w:val="1"/>
    <w:qFormat/>
    <w:rsid w:val="008060C5"/>
    <w:pPr>
      <w:ind w:left="113"/>
      <w:outlineLvl w:val="1"/>
    </w:pPr>
    <w:rPr>
      <w:rFonts w:ascii="Trebuchet MS" w:eastAsia="Trebuchet MS" w:hAnsi="Trebuchet MS" w:cs="Trebuchet MS"/>
      <w:b/>
      <w:bCs/>
      <w:sz w:val="23"/>
      <w:szCs w:val="23"/>
    </w:rPr>
  </w:style>
  <w:style w:type="paragraph" w:styleId="Heading3">
    <w:name w:val="heading 3"/>
    <w:basedOn w:val="Normal"/>
    <w:uiPriority w:val="1"/>
    <w:qFormat/>
    <w:rsid w:val="008060C5"/>
    <w:pPr>
      <w:spacing w:before="1"/>
      <w:ind w:left="123"/>
      <w:outlineLvl w:val="2"/>
    </w:pPr>
    <w:rPr>
      <w:rFonts w:ascii="Trebuchet MS" w:eastAsia="Trebuchet MS" w:hAnsi="Trebuchet MS" w:cs="Trebuchet MS"/>
      <w:sz w:val="21"/>
      <w:szCs w:val="21"/>
    </w:rPr>
  </w:style>
  <w:style w:type="paragraph" w:styleId="Heading4">
    <w:name w:val="heading 4"/>
    <w:basedOn w:val="Normal"/>
    <w:uiPriority w:val="1"/>
    <w:qFormat/>
    <w:rsid w:val="008060C5"/>
    <w:pPr>
      <w:ind w:left="113"/>
      <w:outlineLvl w:val="3"/>
    </w:pPr>
    <w:rPr>
      <w:rFonts w:ascii="Trebuchet MS" w:eastAsia="Trebuchet MS" w:hAnsi="Trebuchet MS" w:cs="Trebuchet MS"/>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8060C5"/>
    <w:pPr>
      <w:ind w:left="252"/>
    </w:pPr>
    <w:rPr>
      <w:sz w:val="19"/>
      <w:szCs w:val="19"/>
    </w:rPr>
  </w:style>
  <w:style w:type="paragraph" w:styleId="Title">
    <w:name w:val="Title"/>
    <w:basedOn w:val="Normal"/>
    <w:uiPriority w:val="1"/>
    <w:qFormat/>
    <w:rsid w:val="008060C5"/>
    <w:pPr>
      <w:spacing w:before="270"/>
      <w:ind w:left="113"/>
    </w:pPr>
    <w:rPr>
      <w:rFonts w:ascii="Trebuchet MS" w:eastAsia="Trebuchet MS" w:hAnsi="Trebuchet MS" w:cs="Trebuchet MS"/>
      <w:b/>
      <w:bCs/>
      <w:sz w:val="34"/>
      <w:szCs w:val="34"/>
    </w:rPr>
  </w:style>
  <w:style w:type="paragraph" w:styleId="ListParagraph">
    <w:name w:val="List Paragraph"/>
    <w:basedOn w:val="Normal"/>
    <w:uiPriority w:val="1"/>
    <w:qFormat/>
    <w:rsid w:val="008060C5"/>
    <w:pPr>
      <w:spacing w:before="136"/>
      <w:ind w:left="252" w:hanging="120"/>
    </w:pPr>
  </w:style>
  <w:style w:type="paragraph" w:customStyle="1" w:styleId="TableParagraph">
    <w:name w:val="Table Paragraph"/>
    <w:basedOn w:val="Normal"/>
    <w:uiPriority w:val="1"/>
    <w:qFormat/>
    <w:rsid w:val="008060C5"/>
  </w:style>
  <w:style w:type="paragraph" w:styleId="Header">
    <w:name w:val="header"/>
    <w:basedOn w:val="Normal"/>
    <w:link w:val="HeaderChar"/>
    <w:uiPriority w:val="99"/>
    <w:unhideWhenUsed/>
    <w:rsid w:val="009D16CB"/>
    <w:pPr>
      <w:tabs>
        <w:tab w:val="center" w:pos="4513"/>
        <w:tab w:val="right" w:pos="9026"/>
      </w:tabs>
    </w:pPr>
  </w:style>
  <w:style w:type="character" w:customStyle="1" w:styleId="HeaderChar">
    <w:name w:val="Header Char"/>
    <w:link w:val="Header"/>
    <w:uiPriority w:val="99"/>
    <w:rsid w:val="009D16CB"/>
    <w:rPr>
      <w:rFonts w:ascii="Verdana" w:eastAsia="Verdana" w:hAnsi="Verdana" w:cs="Verdana"/>
    </w:rPr>
  </w:style>
  <w:style w:type="paragraph" w:styleId="Footer">
    <w:name w:val="footer"/>
    <w:basedOn w:val="Normal"/>
    <w:link w:val="FooterChar"/>
    <w:uiPriority w:val="99"/>
    <w:unhideWhenUsed/>
    <w:rsid w:val="009D16CB"/>
    <w:pPr>
      <w:tabs>
        <w:tab w:val="center" w:pos="4513"/>
        <w:tab w:val="right" w:pos="9026"/>
      </w:tabs>
    </w:pPr>
  </w:style>
  <w:style w:type="character" w:customStyle="1" w:styleId="FooterChar">
    <w:name w:val="Footer Char"/>
    <w:link w:val="Footer"/>
    <w:uiPriority w:val="99"/>
    <w:rsid w:val="009D16CB"/>
    <w:rPr>
      <w:rFonts w:ascii="Verdana" w:eastAsia="Verdana" w:hAnsi="Verdana" w:cs="Verdana"/>
    </w:rPr>
  </w:style>
  <w:style w:type="character" w:styleId="Hyperlink">
    <w:name w:val="Hyperlink"/>
    <w:uiPriority w:val="99"/>
    <w:unhideWhenUsed/>
    <w:rsid w:val="007A634E"/>
    <w:rPr>
      <w:color w:val="0000FF"/>
      <w:u w:val="single"/>
    </w:rPr>
  </w:style>
  <w:style w:type="character" w:styleId="UnresolvedMention">
    <w:name w:val="Unresolved Mention"/>
    <w:uiPriority w:val="99"/>
    <w:semiHidden/>
    <w:unhideWhenUsed/>
    <w:rsid w:val="00A56092"/>
    <w:rPr>
      <w:color w:val="605E5C"/>
      <w:shd w:val="clear" w:color="auto" w:fill="E1DFDD"/>
    </w:rPr>
  </w:style>
  <w:style w:type="paragraph" w:styleId="HTMLPreformatted">
    <w:name w:val="HTML Preformatted"/>
    <w:basedOn w:val="Normal"/>
    <w:link w:val="HTMLPreformattedChar"/>
    <w:uiPriority w:val="99"/>
    <w:semiHidden/>
    <w:unhideWhenUsed/>
    <w:rsid w:val="002A4D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pPr>
    <w:rPr>
      <w:rFonts w:ascii="Courier New" w:eastAsia="Times New Roman" w:hAnsi="Courier New" w:cs="Courier New"/>
      <w:sz w:val="20"/>
      <w:szCs w:val="20"/>
      <w:lang w:val="en-IN" w:eastAsia="en-IN"/>
    </w:rPr>
  </w:style>
  <w:style w:type="character" w:customStyle="1" w:styleId="HTMLPreformattedChar">
    <w:name w:val="HTML Preformatted Char"/>
    <w:basedOn w:val="DefaultParagraphFont"/>
    <w:link w:val="HTMLPreformatted"/>
    <w:uiPriority w:val="99"/>
    <w:semiHidden/>
    <w:rsid w:val="002A4D50"/>
    <w:rPr>
      <w:rFonts w:ascii="Courier New" w:eastAsia="Times New Roman" w:hAnsi="Courier New" w:cs="Courier New"/>
    </w:rPr>
  </w:style>
  <w:style w:type="character" w:customStyle="1" w:styleId="Heading1Char">
    <w:name w:val="Heading 1 Char"/>
    <w:basedOn w:val="DefaultParagraphFont"/>
    <w:link w:val="Heading1"/>
    <w:uiPriority w:val="1"/>
    <w:rsid w:val="001271EA"/>
    <w:rPr>
      <w:rFonts w:ascii="Trebuchet MS" w:eastAsia="Trebuchet MS" w:hAnsi="Trebuchet MS" w:cs="Trebuchet MS"/>
      <w:b/>
      <w:bCs/>
      <w:sz w:val="25"/>
      <w:szCs w:val="25"/>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1662237">
      <w:bodyDiv w:val="1"/>
      <w:marLeft w:val="0"/>
      <w:marRight w:val="0"/>
      <w:marTop w:val="0"/>
      <w:marBottom w:val="0"/>
      <w:divBdr>
        <w:top w:val="none" w:sz="0" w:space="0" w:color="auto"/>
        <w:left w:val="none" w:sz="0" w:space="0" w:color="auto"/>
        <w:bottom w:val="none" w:sz="0" w:space="0" w:color="auto"/>
        <w:right w:val="none" w:sz="0" w:space="0" w:color="auto"/>
      </w:divBdr>
    </w:div>
    <w:div w:id="1076167449">
      <w:bodyDiv w:val="1"/>
      <w:marLeft w:val="0"/>
      <w:marRight w:val="0"/>
      <w:marTop w:val="0"/>
      <w:marBottom w:val="0"/>
      <w:divBdr>
        <w:top w:val="none" w:sz="0" w:space="0" w:color="auto"/>
        <w:left w:val="none" w:sz="0" w:space="0" w:color="auto"/>
        <w:bottom w:val="none" w:sz="0" w:space="0" w:color="auto"/>
        <w:right w:val="none" w:sz="0" w:space="0" w:color="auto"/>
      </w:divBdr>
    </w:div>
    <w:div w:id="1335261025">
      <w:bodyDiv w:val="1"/>
      <w:marLeft w:val="0"/>
      <w:marRight w:val="0"/>
      <w:marTop w:val="0"/>
      <w:marBottom w:val="0"/>
      <w:divBdr>
        <w:top w:val="none" w:sz="0" w:space="0" w:color="auto"/>
        <w:left w:val="none" w:sz="0" w:space="0" w:color="auto"/>
        <w:bottom w:val="none" w:sz="0" w:space="0" w:color="auto"/>
        <w:right w:val="none" w:sz="0" w:space="0" w:color="auto"/>
      </w:divBdr>
    </w:div>
    <w:div w:id="16224183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gopi.gangadhara2006@gmail.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amuna\Documents\Custom%20Office%20Templates\CV.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CV.dot</Template>
  <TotalTime>17</TotalTime>
  <Pages>3</Pages>
  <Words>978</Words>
  <Characters>5576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jofibo</vt:lpstr>
    </vt:vector>
  </TitlesOfParts>
  <Company/>
  <LinksUpToDate>false</LinksUpToDate>
  <CharactersWithSpaces>6541</CharactersWithSpaces>
  <SharedDoc>false</SharedDoc>
  <HLinks>
    <vt:vector size="6" baseType="variant">
      <vt:variant>
        <vt:i4>5898348</vt:i4>
      </vt:variant>
      <vt:variant>
        <vt:i4>0</vt:i4>
      </vt:variant>
      <vt:variant>
        <vt:i4>0</vt:i4>
      </vt:variant>
      <vt:variant>
        <vt:i4>5</vt:i4>
      </vt:variant>
      <vt:variant>
        <vt:lpwstr>mailto:rkumarch83@gmail.com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jofibo</dc:title>
  <dc:subject/>
  <dc:creator>yamuna</dc:creator>
  <cp:keywords/>
  <cp:lastModifiedBy>Gopi Gangadhara</cp:lastModifiedBy>
  <cp:revision>14</cp:revision>
  <dcterms:created xsi:type="dcterms:W3CDTF">2023-10-09T14:15:00Z</dcterms:created>
  <dcterms:modified xsi:type="dcterms:W3CDTF">2023-10-24T20:23:00Z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2021-10-30T00:00:00Z</vt:filetime>
  </property>
</Properties>
</file>